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Hlk161643013"/>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B7CF3CB" w:rsidR="0035531B" w:rsidRDefault="00663A81" w:rsidP="00EB46E5">
      <w:pPr>
        <w:pStyle w:val="Titul2"/>
      </w:pPr>
      <w:r>
        <w:rPr>
          <w:rFonts w:eastAsia="Times New Roman" w:cs="Arial"/>
          <w:color w:val="000000"/>
          <w:lang w:eastAsia="cs-CZ"/>
        </w:rPr>
        <w:t>„</w:t>
      </w:r>
      <w:r w:rsidR="005C3B66" w:rsidRPr="00073AF5">
        <w:rPr>
          <w:rFonts w:eastAsia="Times New Roman" w:cs="Arial"/>
          <w:color w:val="000000"/>
          <w:lang w:eastAsia="cs-CZ"/>
        </w:rPr>
        <w:t>Zajištění skalních masivů na trati Hlubočky – Hrubá Voda – Domašov nad Bystřicí</w:t>
      </w:r>
      <w:r>
        <w:rPr>
          <w:rFonts w:eastAsia="Times New Roman" w:cs="Arial"/>
          <w:color w:val="000000"/>
          <w:lang w:eastAsia="cs-CZ"/>
        </w:rPr>
        <w:t>“</w:t>
      </w:r>
    </w:p>
    <w:p w14:paraId="152849FF" w14:textId="77777777" w:rsidR="00AD0C7B" w:rsidRPr="006C2343" w:rsidRDefault="00AD0C7B" w:rsidP="00EB46E5">
      <w:pPr>
        <w:pStyle w:val="Titul2"/>
      </w:pPr>
    </w:p>
    <w:p w14:paraId="45AB7781" w14:textId="370E6130" w:rsidR="00F46EA7" w:rsidRDefault="00F46EA7" w:rsidP="006D585A">
      <w:pPr>
        <w:pStyle w:val="Text1-1"/>
        <w:numPr>
          <w:ilvl w:val="0"/>
          <w:numId w:val="0"/>
        </w:numPr>
        <w:tabs>
          <w:tab w:val="left" w:pos="708"/>
        </w:tabs>
        <w:ind w:left="737" w:hanging="737"/>
      </w:pPr>
      <w:r>
        <w:t xml:space="preserve">Č.j. </w:t>
      </w:r>
      <w:r w:rsidR="004B2F95">
        <w:t>2940/2024-SŽ-SSV-Ú3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6F362F0" w14:textId="77777777" w:rsidR="005C3B66" w:rsidRDefault="005C3B66" w:rsidP="001F0B6F">
      <w:pPr>
        <w:spacing w:after="0" w:line="240" w:lineRule="auto"/>
        <w:rPr>
          <w:i/>
          <w:color w:val="FF0000"/>
        </w:rPr>
      </w:pPr>
    </w:p>
    <w:p w14:paraId="4CC06309" w14:textId="77777777" w:rsidR="005C3B66" w:rsidRDefault="005C3B66" w:rsidP="001F0B6F">
      <w:pPr>
        <w:spacing w:after="0" w:line="240" w:lineRule="auto"/>
        <w:rPr>
          <w:i/>
          <w:color w:val="FF0000"/>
        </w:rPr>
      </w:pPr>
    </w:p>
    <w:p w14:paraId="32EAB19D" w14:textId="77777777" w:rsidR="005C3B66" w:rsidRDefault="005C3B66" w:rsidP="001F0B6F">
      <w:pPr>
        <w:spacing w:after="0" w:line="240" w:lineRule="auto"/>
        <w:rPr>
          <w:i/>
          <w:color w:val="FF0000"/>
        </w:rPr>
      </w:pPr>
    </w:p>
    <w:p w14:paraId="2A3B6BB2" w14:textId="77777777" w:rsidR="005C3B66" w:rsidRDefault="005C3B66" w:rsidP="001F0B6F">
      <w:pPr>
        <w:spacing w:after="0" w:line="240" w:lineRule="auto"/>
        <w:rPr>
          <w:i/>
          <w:color w:val="FF0000"/>
        </w:rPr>
      </w:pPr>
    </w:p>
    <w:p w14:paraId="31F49850" w14:textId="77777777" w:rsidR="005C3B66" w:rsidRDefault="005C3B66" w:rsidP="001F0B6F">
      <w:pPr>
        <w:spacing w:after="0" w:line="240" w:lineRule="auto"/>
        <w:rPr>
          <w:i/>
          <w:color w:val="FF0000"/>
        </w:rPr>
      </w:pPr>
    </w:p>
    <w:p w14:paraId="56201DE7" w14:textId="77777777" w:rsidR="005C3B66" w:rsidRDefault="005C3B66" w:rsidP="001F0B6F">
      <w:pPr>
        <w:spacing w:after="0" w:line="240" w:lineRule="auto"/>
        <w:rPr>
          <w:i/>
          <w:color w:val="FF0000"/>
        </w:rPr>
      </w:pPr>
    </w:p>
    <w:p w14:paraId="7FC017FD" w14:textId="77777777" w:rsidR="005C3B66" w:rsidRDefault="005C3B66" w:rsidP="001F0B6F">
      <w:pPr>
        <w:spacing w:after="0" w:line="240" w:lineRule="auto"/>
        <w:rPr>
          <w:i/>
          <w:color w:val="FF0000"/>
        </w:rPr>
      </w:pPr>
    </w:p>
    <w:p w14:paraId="52784286" w14:textId="77777777" w:rsidR="005C3B66" w:rsidRDefault="005C3B66" w:rsidP="001F0B6F">
      <w:pPr>
        <w:spacing w:after="0" w:line="240" w:lineRule="auto"/>
        <w:rPr>
          <w:i/>
          <w:color w:val="FF0000"/>
        </w:rPr>
      </w:pPr>
    </w:p>
    <w:p w14:paraId="21A21BB4" w14:textId="77777777" w:rsidR="005C3B66" w:rsidRDefault="005C3B66" w:rsidP="001F0B6F">
      <w:pPr>
        <w:spacing w:after="0" w:line="240" w:lineRule="auto"/>
        <w:rPr>
          <w:i/>
          <w:color w:val="FF0000"/>
        </w:rPr>
      </w:pPr>
    </w:p>
    <w:p w14:paraId="1BD67177" w14:textId="77777777" w:rsidR="005C3B66" w:rsidRDefault="005C3B66" w:rsidP="001F0B6F">
      <w:pPr>
        <w:spacing w:after="0" w:line="240" w:lineRule="auto"/>
        <w:rPr>
          <w:i/>
          <w:color w:val="FF0000"/>
        </w:rPr>
      </w:pPr>
    </w:p>
    <w:p w14:paraId="78B9B83E" w14:textId="77777777" w:rsidR="005C3B66" w:rsidRDefault="005C3B66" w:rsidP="001F0B6F">
      <w:pPr>
        <w:spacing w:after="0" w:line="240" w:lineRule="auto"/>
        <w:rPr>
          <w:i/>
          <w:color w:val="FF0000"/>
        </w:rPr>
      </w:pPr>
    </w:p>
    <w:p w14:paraId="6EE17702" w14:textId="77777777" w:rsidR="005C3B66" w:rsidRDefault="005C3B66" w:rsidP="001F0B6F">
      <w:pPr>
        <w:spacing w:after="0" w:line="240" w:lineRule="auto"/>
        <w:rPr>
          <w:i/>
          <w:color w:val="FF0000"/>
        </w:rPr>
      </w:pPr>
    </w:p>
    <w:p w14:paraId="33D2B6EF" w14:textId="77777777" w:rsidR="005C3B66" w:rsidRDefault="005C3B66" w:rsidP="001F0B6F">
      <w:pPr>
        <w:spacing w:after="0" w:line="240" w:lineRule="auto"/>
        <w:rPr>
          <w:i/>
          <w:color w:val="FF0000"/>
        </w:rPr>
      </w:pPr>
    </w:p>
    <w:p w14:paraId="3C21BE7F" w14:textId="77777777" w:rsidR="005C3B66" w:rsidRDefault="005C3B66" w:rsidP="001F0B6F">
      <w:pPr>
        <w:spacing w:after="0" w:line="240" w:lineRule="auto"/>
        <w:rPr>
          <w:i/>
          <w:color w:val="FF0000"/>
        </w:rPr>
      </w:pPr>
    </w:p>
    <w:p w14:paraId="118FA367" w14:textId="77777777" w:rsidR="005C3B66" w:rsidRDefault="005C3B66" w:rsidP="001F0B6F">
      <w:pPr>
        <w:spacing w:after="0" w:line="240" w:lineRule="auto"/>
        <w:rPr>
          <w:i/>
          <w:color w:val="FF0000"/>
        </w:rPr>
      </w:pPr>
    </w:p>
    <w:p w14:paraId="03CAC623" w14:textId="7595DEC2"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11A5B656" w:rsidR="00BD7E91" w:rsidRDefault="00BD7E91" w:rsidP="00FE4333">
      <w:pPr>
        <w:pStyle w:val="Nadpisbezsl1-1"/>
      </w:pPr>
      <w:r>
        <w:t>Obsah</w:t>
      </w:r>
      <w:r w:rsidR="00887F36">
        <w:t xml:space="preserve"> </w:t>
      </w:r>
    </w:p>
    <w:p w14:paraId="73BB4071" w14:textId="0EEB961A" w:rsidR="004F45C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1917791" w:history="1">
        <w:r w:rsidR="004F45C5" w:rsidRPr="00892E1D">
          <w:rPr>
            <w:rStyle w:val="Hypertextovodkaz"/>
          </w:rPr>
          <w:t>1.</w:t>
        </w:r>
        <w:r w:rsidR="004F45C5">
          <w:rPr>
            <w:rFonts w:eastAsiaTheme="minorEastAsia"/>
            <w:caps w:val="0"/>
            <w:noProof/>
            <w:sz w:val="22"/>
            <w:szCs w:val="22"/>
            <w:lang w:eastAsia="cs-CZ"/>
          </w:rPr>
          <w:tab/>
        </w:r>
        <w:r w:rsidR="004F45C5" w:rsidRPr="00892E1D">
          <w:rPr>
            <w:rStyle w:val="Hypertextovodkaz"/>
          </w:rPr>
          <w:t>ÚVODNÍ USTANOVENÍ</w:t>
        </w:r>
        <w:r w:rsidR="004F45C5">
          <w:rPr>
            <w:noProof/>
            <w:webHidden/>
          </w:rPr>
          <w:tab/>
        </w:r>
        <w:r w:rsidR="004F45C5">
          <w:rPr>
            <w:noProof/>
            <w:webHidden/>
          </w:rPr>
          <w:fldChar w:fldCharType="begin"/>
        </w:r>
        <w:r w:rsidR="004F45C5">
          <w:rPr>
            <w:noProof/>
            <w:webHidden/>
          </w:rPr>
          <w:instrText xml:space="preserve"> PAGEREF _Toc161917791 \h </w:instrText>
        </w:r>
        <w:r w:rsidR="004F45C5">
          <w:rPr>
            <w:noProof/>
            <w:webHidden/>
          </w:rPr>
        </w:r>
        <w:r w:rsidR="004F45C5">
          <w:rPr>
            <w:noProof/>
            <w:webHidden/>
          </w:rPr>
          <w:fldChar w:fldCharType="separate"/>
        </w:r>
        <w:r w:rsidR="004F45C5">
          <w:rPr>
            <w:noProof/>
            <w:webHidden/>
          </w:rPr>
          <w:t>3</w:t>
        </w:r>
        <w:r w:rsidR="004F45C5">
          <w:rPr>
            <w:noProof/>
            <w:webHidden/>
          </w:rPr>
          <w:fldChar w:fldCharType="end"/>
        </w:r>
      </w:hyperlink>
    </w:p>
    <w:p w14:paraId="71A41C4B" w14:textId="430DAE02" w:rsidR="004F45C5" w:rsidRDefault="00B74A51">
      <w:pPr>
        <w:pStyle w:val="Obsah1"/>
        <w:rPr>
          <w:rFonts w:eastAsiaTheme="minorEastAsia"/>
          <w:caps w:val="0"/>
          <w:noProof/>
          <w:sz w:val="22"/>
          <w:szCs w:val="22"/>
          <w:lang w:eastAsia="cs-CZ"/>
        </w:rPr>
      </w:pPr>
      <w:hyperlink w:anchor="_Toc161917792" w:history="1">
        <w:r w:rsidR="004F45C5" w:rsidRPr="00892E1D">
          <w:rPr>
            <w:rStyle w:val="Hypertextovodkaz"/>
          </w:rPr>
          <w:t>2.</w:t>
        </w:r>
        <w:r w:rsidR="004F45C5">
          <w:rPr>
            <w:rFonts w:eastAsiaTheme="minorEastAsia"/>
            <w:caps w:val="0"/>
            <w:noProof/>
            <w:sz w:val="22"/>
            <w:szCs w:val="22"/>
            <w:lang w:eastAsia="cs-CZ"/>
          </w:rPr>
          <w:tab/>
        </w:r>
        <w:r w:rsidR="004F45C5" w:rsidRPr="00892E1D">
          <w:rPr>
            <w:rStyle w:val="Hypertextovodkaz"/>
          </w:rPr>
          <w:t>IDENTIFIKAČNÍ ÚDAJE ZADAVATELE</w:t>
        </w:r>
        <w:r w:rsidR="004F45C5">
          <w:rPr>
            <w:noProof/>
            <w:webHidden/>
          </w:rPr>
          <w:tab/>
        </w:r>
        <w:r w:rsidR="004F45C5">
          <w:rPr>
            <w:noProof/>
            <w:webHidden/>
          </w:rPr>
          <w:fldChar w:fldCharType="begin"/>
        </w:r>
        <w:r w:rsidR="004F45C5">
          <w:rPr>
            <w:noProof/>
            <w:webHidden/>
          </w:rPr>
          <w:instrText xml:space="preserve"> PAGEREF _Toc161917792 \h </w:instrText>
        </w:r>
        <w:r w:rsidR="004F45C5">
          <w:rPr>
            <w:noProof/>
            <w:webHidden/>
          </w:rPr>
        </w:r>
        <w:r w:rsidR="004F45C5">
          <w:rPr>
            <w:noProof/>
            <w:webHidden/>
          </w:rPr>
          <w:fldChar w:fldCharType="separate"/>
        </w:r>
        <w:r w:rsidR="004F45C5">
          <w:rPr>
            <w:noProof/>
            <w:webHidden/>
          </w:rPr>
          <w:t>3</w:t>
        </w:r>
        <w:r w:rsidR="004F45C5">
          <w:rPr>
            <w:noProof/>
            <w:webHidden/>
          </w:rPr>
          <w:fldChar w:fldCharType="end"/>
        </w:r>
      </w:hyperlink>
    </w:p>
    <w:p w14:paraId="3FDE6328" w14:textId="3ABFE796" w:rsidR="004F45C5" w:rsidRDefault="00B74A51">
      <w:pPr>
        <w:pStyle w:val="Obsah1"/>
        <w:rPr>
          <w:rFonts w:eastAsiaTheme="minorEastAsia"/>
          <w:caps w:val="0"/>
          <w:noProof/>
          <w:sz w:val="22"/>
          <w:szCs w:val="22"/>
          <w:lang w:eastAsia="cs-CZ"/>
        </w:rPr>
      </w:pPr>
      <w:hyperlink w:anchor="_Toc161917793" w:history="1">
        <w:r w:rsidR="004F45C5" w:rsidRPr="00892E1D">
          <w:rPr>
            <w:rStyle w:val="Hypertextovodkaz"/>
          </w:rPr>
          <w:t>3.</w:t>
        </w:r>
        <w:r w:rsidR="004F45C5">
          <w:rPr>
            <w:rFonts w:eastAsiaTheme="minorEastAsia"/>
            <w:caps w:val="0"/>
            <w:noProof/>
            <w:sz w:val="22"/>
            <w:szCs w:val="22"/>
            <w:lang w:eastAsia="cs-CZ"/>
          </w:rPr>
          <w:tab/>
        </w:r>
        <w:r w:rsidR="004F45C5" w:rsidRPr="00892E1D">
          <w:rPr>
            <w:rStyle w:val="Hypertextovodkaz"/>
          </w:rPr>
          <w:t>KOMUNIKACE MEZI ZADAVATELEM a DODAVATELEM</w:t>
        </w:r>
        <w:r w:rsidR="004F45C5">
          <w:rPr>
            <w:noProof/>
            <w:webHidden/>
          </w:rPr>
          <w:tab/>
        </w:r>
        <w:r w:rsidR="004F45C5">
          <w:rPr>
            <w:noProof/>
            <w:webHidden/>
          </w:rPr>
          <w:fldChar w:fldCharType="begin"/>
        </w:r>
        <w:r w:rsidR="004F45C5">
          <w:rPr>
            <w:noProof/>
            <w:webHidden/>
          </w:rPr>
          <w:instrText xml:space="preserve"> PAGEREF _Toc161917793 \h </w:instrText>
        </w:r>
        <w:r w:rsidR="004F45C5">
          <w:rPr>
            <w:noProof/>
            <w:webHidden/>
          </w:rPr>
        </w:r>
        <w:r w:rsidR="004F45C5">
          <w:rPr>
            <w:noProof/>
            <w:webHidden/>
          </w:rPr>
          <w:fldChar w:fldCharType="separate"/>
        </w:r>
        <w:r w:rsidR="004F45C5">
          <w:rPr>
            <w:noProof/>
            <w:webHidden/>
          </w:rPr>
          <w:t>4</w:t>
        </w:r>
        <w:r w:rsidR="004F45C5">
          <w:rPr>
            <w:noProof/>
            <w:webHidden/>
          </w:rPr>
          <w:fldChar w:fldCharType="end"/>
        </w:r>
      </w:hyperlink>
    </w:p>
    <w:p w14:paraId="518EBD63" w14:textId="21D9D820" w:rsidR="004F45C5" w:rsidRDefault="00B74A51">
      <w:pPr>
        <w:pStyle w:val="Obsah1"/>
        <w:rPr>
          <w:rFonts w:eastAsiaTheme="minorEastAsia"/>
          <w:caps w:val="0"/>
          <w:noProof/>
          <w:sz w:val="22"/>
          <w:szCs w:val="22"/>
          <w:lang w:eastAsia="cs-CZ"/>
        </w:rPr>
      </w:pPr>
      <w:hyperlink w:anchor="_Toc161917794" w:history="1">
        <w:r w:rsidR="004F45C5" w:rsidRPr="00892E1D">
          <w:rPr>
            <w:rStyle w:val="Hypertextovodkaz"/>
          </w:rPr>
          <w:t>4.</w:t>
        </w:r>
        <w:r w:rsidR="004F45C5">
          <w:rPr>
            <w:rFonts w:eastAsiaTheme="minorEastAsia"/>
            <w:caps w:val="0"/>
            <w:noProof/>
            <w:sz w:val="22"/>
            <w:szCs w:val="22"/>
            <w:lang w:eastAsia="cs-CZ"/>
          </w:rPr>
          <w:tab/>
        </w:r>
        <w:r w:rsidR="004F45C5" w:rsidRPr="00892E1D">
          <w:rPr>
            <w:rStyle w:val="Hypertextovodkaz"/>
          </w:rPr>
          <w:t>ÚČEL A PŘEDMĚT PLNĚNÍ VEŘEJNÉ ZAKÁZKY</w:t>
        </w:r>
        <w:r w:rsidR="004F45C5">
          <w:rPr>
            <w:noProof/>
            <w:webHidden/>
          </w:rPr>
          <w:tab/>
        </w:r>
        <w:r w:rsidR="004F45C5">
          <w:rPr>
            <w:noProof/>
            <w:webHidden/>
          </w:rPr>
          <w:fldChar w:fldCharType="begin"/>
        </w:r>
        <w:r w:rsidR="004F45C5">
          <w:rPr>
            <w:noProof/>
            <w:webHidden/>
          </w:rPr>
          <w:instrText xml:space="preserve"> PAGEREF _Toc161917794 \h </w:instrText>
        </w:r>
        <w:r w:rsidR="004F45C5">
          <w:rPr>
            <w:noProof/>
            <w:webHidden/>
          </w:rPr>
        </w:r>
        <w:r w:rsidR="004F45C5">
          <w:rPr>
            <w:noProof/>
            <w:webHidden/>
          </w:rPr>
          <w:fldChar w:fldCharType="separate"/>
        </w:r>
        <w:r w:rsidR="004F45C5">
          <w:rPr>
            <w:noProof/>
            <w:webHidden/>
          </w:rPr>
          <w:t>4</w:t>
        </w:r>
        <w:r w:rsidR="004F45C5">
          <w:rPr>
            <w:noProof/>
            <w:webHidden/>
          </w:rPr>
          <w:fldChar w:fldCharType="end"/>
        </w:r>
      </w:hyperlink>
    </w:p>
    <w:p w14:paraId="6C046038" w14:textId="6834E360" w:rsidR="004F45C5" w:rsidRDefault="00B74A51">
      <w:pPr>
        <w:pStyle w:val="Obsah1"/>
        <w:rPr>
          <w:rFonts w:eastAsiaTheme="minorEastAsia"/>
          <w:caps w:val="0"/>
          <w:noProof/>
          <w:sz w:val="22"/>
          <w:szCs w:val="22"/>
          <w:lang w:eastAsia="cs-CZ"/>
        </w:rPr>
      </w:pPr>
      <w:hyperlink w:anchor="_Toc161917795" w:history="1">
        <w:r w:rsidR="004F45C5" w:rsidRPr="00892E1D">
          <w:rPr>
            <w:rStyle w:val="Hypertextovodkaz"/>
          </w:rPr>
          <w:t>5.</w:t>
        </w:r>
        <w:r w:rsidR="004F45C5">
          <w:rPr>
            <w:rFonts w:eastAsiaTheme="minorEastAsia"/>
            <w:caps w:val="0"/>
            <w:noProof/>
            <w:sz w:val="22"/>
            <w:szCs w:val="22"/>
            <w:lang w:eastAsia="cs-CZ"/>
          </w:rPr>
          <w:tab/>
        </w:r>
        <w:r w:rsidR="004F45C5" w:rsidRPr="00892E1D">
          <w:rPr>
            <w:rStyle w:val="Hypertextovodkaz"/>
          </w:rPr>
          <w:t>ZDROJE FINANCOVÁNÍ A PŘEDPOKLÁDANÁ HODNOTA VEŘEJNÉ ZAKÁZKY</w:t>
        </w:r>
        <w:r w:rsidR="004F45C5">
          <w:rPr>
            <w:noProof/>
            <w:webHidden/>
          </w:rPr>
          <w:tab/>
        </w:r>
        <w:r w:rsidR="004F45C5">
          <w:rPr>
            <w:noProof/>
            <w:webHidden/>
          </w:rPr>
          <w:fldChar w:fldCharType="begin"/>
        </w:r>
        <w:r w:rsidR="004F45C5">
          <w:rPr>
            <w:noProof/>
            <w:webHidden/>
          </w:rPr>
          <w:instrText xml:space="preserve"> PAGEREF _Toc161917795 \h </w:instrText>
        </w:r>
        <w:r w:rsidR="004F45C5">
          <w:rPr>
            <w:noProof/>
            <w:webHidden/>
          </w:rPr>
        </w:r>
        <w:r w:rsidR="004F45C5">
          <w:rPr>
            <w:noProof/>
            <w:webHidden/>
          </w:rPr>
          <w:fldChar w:fldCharType="separate"/>
        </w:r>
        <w:r w:rsidR="004F45C5">
          <w:rPr>
            <w:noProof/>
            <w:webHidden/>
          </w:rPr>
          <w:t>5</w:t>
        </w:r>
        <w:r w:rsidR="004F45C5">
          <w:rPr>
            <w:noProof/>
            <w:webHidden/>
          </w:rPr>
          <w:fldChar w:fldCharType="end"/>
        </w:r>
      </w:hyperlink>
    </w:p>
    <w:p w14:paraId="7EEC3BB3" w14:textId="799CB90A" w:rsidR="004F45C5" w:rsidRDefault="00B74A51">
      <w:pPr>
        <w:pStyle w:val="Obsah1"/>
        <w:rPr>
          <w:rFonts w:eastAsiaTheme="minorEastAsia"/>
          <w:caps w:val="0"/>
          <w:noProof/>
          <w:sz w:val="22"/>
          <w:szCs w:val="22"/>
          <w:lang w:eastAsia="cs-CZ"/>
        </w:rPr>
      </w:pPr>
      <w:hyperlink w:anchor="_Toc161917796" w:history="1">
        <w:r w:rsidR="004F45C5" w:rsidRPr="00892E1D">
          <w:rPr>
            <w:rStyle w:val="Hypertextovodkaz"/>
          </w:rPr>
          <w:t>6.</w:t>
        </w:r>
        <w:r w:rsidR="004F45C5">
          <w:rPr>
            <w:rFonts w:eastAsiaTheme="minorEastAsia"/>
            <w:caps w:val="0"/>
            <w:noProof/>
            <w:sz w:val="22"/>
            <w:szCs w:val="22"/>
            <w:lang w:eastAsia="cs-CZ"/>
          </w:rPr>
          <w:tab/>
        </w:r>
        <w:r w:rsidR="004F45C5" w:rsidRPr="00892E1D">
          <w:rPr>
            <w:rStyle w:val="Hypertextovodkaz"/>
          </w:rPr>
          <w:t>OBSAH ZADÁVACÍ DOKUMENTACE</w:t>
        </w:r>
        <w:r w:rsidR="004F45C5">
          <w:rPr>
            <w:noProof/>
            <w:webHidden/>
          </w:rPr>
          <w:tab/>
        </w:r>
        <w:r w:rsidR="004F45C5">
          <w:rPr>
            <w:noProof/>
            <w:webHidden/>
          </w:rPr>
          <w:fldChar w:fldCharType="begin"/>
        </w:r>
        <w:r w:rsidR="004F45C5">
          <w:rPr>
            <w:noProof/>
            <w:webHidden/>
          </w:rPr>
          <w:instrText xml:space="preserve"> PAGEREF _Toc161917796 \h </w:instrText>
        </w:r>
        <w:r w:rsidR="004F45C5">
          <w:rPr>
            <w:noProof/>
            <w:webHidden/>
          </w:rPr>
        </w:r>
        <w:r w:rsidR="004F45C5">
          <w:rPr>
            <w:noProof/>
            <w:webHidden/>
          </w:rPr>
          <w:fldChar w:fldCharType="separate"/>
        </w:r>
        <w:r w:rsidR="004F45C5">
          <w:rPr>
            <w:noProof/>
            <w:webHidden/>
          </w:rPr>
          <w:t>5</w:t>
        </w:r>
        <w:r w:rsidR="004F45C5">
          <w:rPr>
            <w:noProof/>
            <w:webHidden/>
          </w:rPr>
          <w:fldChar w:fldCharType="end"/>
        </w:r>
      </w:hyperlink>
    </w:p>
    <w:p w14:paraId="47BB4FDE" w14:textId="6173F11B" w:rsidR="004F45C5" w:rsidRDefault="00B74A51">
      <w:pPr>
        <w:pStyle w:val="Obsah1"/>
        <w:rPr>
          <w:rFonts w:eastAsiaTheme="minorEastAsia"/>
          <w:caps w:val="0"/>
          <w:noProof/>
          <w:sz w:val="22"/>
          <w:szCs w:val="22"/>
          <w:lang w:eastAsia="cs-CZ"/>
        </w:rPr>
      </w:pPr>
      <w:hyperlink w:anchor="_Toc161917797" w:history="1">
        <w:r w:rsidR="004F45C5" w:rsidRPr="00892E1D">
          <w:rPr>
            <w:rStyle w:val="Hypertextovodkaz"/>
          </w:rPr>
          <w:t>7.</w:t>
        </w:r>
        <w:r w:rsidR="004F45C5">
          <w:rPr>
            <w:rFonts w:eastAsiaTheme="minorEastAsia"/>
            <w:caps w:val="0"/>
            <w:noProof/>
            <w:sz w:val="22"/>
            <w:szCs w:val="22"/>
            <w:lang w:eastAsia="cs-CZ"/>
          </w:rPr>
          <w:tab/>
        </w:r>
        <w:r w:rsidR="004F45C5" w:rsidRPr="00892E1D">
          <w:rPr>
            <w:rStyle w:val="Hypertextovodkaz"/>
          </w:rPr>
          <w:t>VYSVĚTLENÍ, ZMĚNY A DOPLNĚNÍ ZADÁVACÍ DOKUMENTACE</w:t>
        </w:r>
        <w:r w:rsidR="004F45C5">
          <w:rPr>
            <w:noProof/>
            <w:webHidden/>
          </w:rPr>
          <w:tab/>
        </w:r>
        <w:r w:rsidR="004F45C5">
          <w:rPr>
            <w:noProof/>
            <w:webHidden/>
          </w:rPr>
          <w:fldChar w:fldCharType="begin"/>
        </w:r>
        <w:r w:rsidR="004F45C5">
          <w:rPr>
            <w:noProof/>
            <w:webHidden/>
          </w:rPr>
          <w:instrText xml:space="preserve"> PAGEREF _Toc161917797 \h </w:instrText>
        </w:r>
        <w:r w:rsidR="004F45C5">
          <w:rPr>
            <w:noProof/>
            <w:webHidden/>
          </w:rPr>
        </w:r>
        <w:r w:rsidR="004F45C5">
          <w:rPr>
            <w:noProof/>
            <w:webHidden/>
          </w:rPr>
          <w:fldChar w:fldCharType="separate"/>
        </w:r>
        <w:r w:rsidR="004F45C5">
          <w:rPr>
            <w:noProof/>
            <w:webHidden/>
          </w:rPr>
          <w:t>6</w:t>
        </w:r>
        <w:r w:rsidR="004F45C5">
          <w:rPr>
            <w:noProof/>
            <w:webHidden/>
          </w:rPr>
          <w:fldChar w:fldCharType="end"/>
        </w:r>
      </w:hyperlink>
    </w:p>
    <w:p w14:paraId="77F3CBA4" w14:textId="66A16AE9" w:rsidR="004F45C5" w:rsidRDefault="00B74A51">
      <w:pPr>
        <w:pStyle w:val="Obsah1"/>
        <w:rPr>
          <w:rFonts w:eastAsiaTheme="minorEastAsia"/>
          <w:caps w:val="0"/>
          <w:noProof/>
          <w:sz w:val="22"/>
          <w:szCs w:val="22"/>
          <w:lang w:eastAsia="cs-CZ"/>
        </w:rPr>
      </w:pPr>
      <w:hyperlink w:anchor="_Toc161917798" w:history="1">
        <w:r w:rsidR="004F45C5" w:rsidRPr="00892E1D">
          <w:rPr>
            <w:rStyle w:val="Hypertextovodkaz"/>
          </w:rPr>
          <w:t>8.</w:t>
        </w:r>
        <w:r w:rsidR="004F45C5">
          <w:rPr>
            <w:rFonts w:eastAsiaTheme="minorEastAsia"/>
            <w:caps w:val="0"/>
            <w:noProof/>
            <w:sz w:val="22"/>
            <w:szCs w:val="22"/>
            <w:lang w:eastAsia="cs-CZ"/>
          </w:rPr>
          <w:tab/>
        </w:r>
        <w:r w:rsidR="004F45C5" w:rsidRPr="00892E1D">
          <w:rPr>
            <w:rStyle w:val="Hypertextovodkaz"/>
          </w:rPr>
          <w:t>POŽADAVKY ZADAVATELE NA KVALIFIKACI</w:t>
        </w:r>
        <w:r w:rsidR="004F45C5">
          <w:rPr>
            <w:noProof/>
            <w:webHidden/>
          </w:rPr>
          <w:tab/>
        </w:r>
        <w:r w:rsidR="004F45C5">
          <w:rPr>
            <w:noProof/>
            <w:webHidden/>
          </w:rPr>
          <w:fldChar w:fldCharType="begin"/>
        </w:r>
        <w:r w:rsidR="004F45C5">
          <w:rPr>
            <w:noProof/>
            <w:webHidden/>
          </w:rPr>
          <w:instrText xml:space="preserve"> PAGEREF _Toc161917798 \h </w:instrText>
        </w:r>
        <w:r w:rsidR="004F45C5">
          <w:rPr>
            <w:noProof/>
            <w:webHidden/>
          </w:rPr>
        </w:r>
        <w:r w:rsidR="004F45C5">
          <w:rPr>
            <w:noProof/>
            <w:webHidden/>
          </w:rPr>
          <w:fldChar w:fldCharType="separate"/>
        </w:r>
        <w:r w:rsidR="004F45C5">
          <w:rPr>
            <w:noProof/>
            <w:webHidden/>
          </w:rPr>
          <w:t>6</w:t>
        </w:r>
        <w:r w:rsidR="004F45C5">
          <w:rPr>
            <w:noProof/>
            <w:webHidden/>
          </w:rPr>
          <w:fldChar w:fldCharType="end"/>
        </w:r>
      </w:hyperlink>
    </w:p>
    <w:p w14:paraId="5ED8442B" w14:textId="311E8598" w:rsidR="004F45C5" w:rsidRDefault="00B74A51">
      <w:pPr>
        <w:pStyle w:val="Obsah1"/>
        <w:rPr>
          <w:rFonts w:eastAsiaTheme="minorEastAsia"/>
          <w:caps w:val="0"/>
          <w:noProof/>
          <w:sz w:val="22"/>
          <w:szCs w:val="22"/>
          <w:lang w:eastAsia="cs-CZ"/>
        </w:rPr>
      </w:pPr>
      <w:hyperlink w:anchor="_Toc161917799" w:history="1">
        <w:r w:rsidR="004F45C5" w:rsidRPr="00892E1D">
          <w:rPr>
            <w:rStyle w:val="Hypertextovodkaz"/>
          </w:rPr>
          <w:t>9.</w:t>
        </w:r>
        <w:r w:rsidR="004F45C5">
          <w:rPr>
            <w:rFonts w:eastAsiaTheme="minorEastAsia"/>
            <w:caps w:val="0"/>
            <w:noProof/>
            <w:sz w:val="22"/>
            <w:szCs w:val="22"/>
            <w:lang w:eastAsia="cs-CZ"/>
          </w:rPr>
          <w:tab/>
        </w:r>
        <w:r w:rsidR="004F45C5" w:rsidRPr="00892E1D">
          <w:rPr>
            <w:rStyle w:val="Hypertextovodkaz"/>
          </w:rPr>
          <w:t>DALŠÍ INFORMACE/DOKUMENTY PŘEDKLÁDANÉ DODAVATELEM V NABÍDCE</w:t>
        </w:r>
        <w:r w:rsidR="004F45C5">
          <w:rPr>
            <w:noProof/>
            <w:webHidden/>
          </w:rPr>
          <w:tab/>
        </w:r>
        <w:r w:rsidR="004F45C5">
          <w:rPr>
            <w:noProof/>
            <w:webHidden/>
          </w:rPr>
          <w:fldChar w:fldCharType="begin"/>
        </w:r>
        <w:r w:rsidR="004F45C5">
          <w:rPr>
            <w:noProof/>
            <w:webHidden/>
          </w:rPr>
          <w:instrText xml:space="preserve"> PAGEREF _Toc161917799 \h </w:instrText>
        </w:r>
        <w:r w:rsidR="004F45C5">
          <w:rPr>
            <w:noProof/>
            <w:webHidden/>
          </w:rPr>
        </w:r>
        <w:r w:rsidR="004F45C5">
          <w:rPr>
            <w:noProof/>
            <w:webHidden/>
          </w:rPr>
          <w:fldChar w:fldCharType="separate"/>
        </w:r>
        <w:r w:rsidR="004F45C5">
          <w:rPr>
            <w:noProof/>
            <w:webHidden/>
          </w:rPr>
          <w:t>16</w:t>
        </w:r>
        <w:r w:rsidR="004F45C5">
          <w:rPr>
            <w:noProof/>
            <w:webHidden/>
          </w:rPr>
          <w:fldChar w:fldCharType="end"/>
        </w:r>
      </w:hyperlink>
    </w:p>
    <w:p w14:paraId="29BC0D8C" w14:textId="05BB9BAD" w:rsidR="004F45C5" w:rsidRDefault="00B74A51">
      <w:pPr>
        <w:pStyle w:val="Obsah1"/>
        <w:rPr>
          <w:rFonts w:eastAsiaTheme="minorEastAsia"/>
          <w:caps w:val="0"/>
          <w:noProof/>
          <w:sz w:val="22"/>
          <w:szCs w:val="22"/>
          <w:lang w:eastAsia="cs-CZ"/>
        </w:rPr>
      </w:pPr>
      <w:hyperlink w:anchor="_Toc161917800" w:history="1">
        <w:r w:rsidR="004F45C5" w:rsidRPr="00892E1D">
          <w:rPr>
            <w:rStyle w:val="Hypertextovodkaz"/>
          </w:rPr>
          <w:t>10.</w:t>
        </w:r>
        <w:r w:rsidR="004F45C5">
          <w:rPr>
            <w:rFonts w:eastAsiaTheme="minorEastAsia"/>
            <w:caps w:val="0"/>
            <w:noProof/>
            <w:sz w:val="22"/>
            <w:szCs w:val="22"/>
            <w:lang w:eastAsia="cs-CZ"/>
          </w:rPr>
          <w:tab/>
        </w:r>
        <w:r w:rsidR="004F45C5" w:rsidRPr="00892E1D">
          <w:rPr>
            <w:rStyle w:val="Hypertextovodkaz"/>
          </w:rPr>
          <w:t>PROHLÍDKA MÍSTA PLNĚNÍ (STAVENIŠTĚ)</w:t>
        </w:r>
        <w:r w:rsidR="004F45C5">
          <w:rPr>
            <w:noProof/>
            <w:webHidden/>
          </w:rPr>
          <w:tab/>
        </w:r>
        <w:r w:rsidR="004F45C5">
          <w:rPr>
            <w:noProof/>
            <w:webHidden/>
          </w:rPr>
          <w:fldChar w:fldCharType="begin"/>
        </w:r>
        <w:r w:rsidR="004F45C5">
          <w:rPr>
            <w:noProof/>
            <w:webHidden/>
          </w:rPr>
          <w:instrText xml:space="preserve"> PAGEREF _Toc161917800 \h </w:instrText>
        </w:r>
        <w:r w:rsidR="004F45C5">
          <w:rPr>
            <w:noProof/>
            <w:webHidden/>
          </w:rPr>
        </w:r>
        <w:r w:rsidR="004F45C5">
          <w:rPr>
            <w:noProof/>
            <w:webHidden/>
          </w:rPr>
          <w:fldChar w:fldCharType="separate"/>
        </w:r>
        <w:r w:rsidR="004F45C5">
          <w:rPr>
            <w:noProof/>
            <w:webHidden/>
          </w:rPr>
          <w:t>18</w:t>
        </w:r>
        <w:r w:rsidR="004F45C5">
          <w:rPr>
            <w:noProof/>
            <w:webHidden/>
          </w:rPr>
          <w:fldChar w:fldCharType="end"/>
        </w:r>
      </w:hyperlink>
    </w:p>
    <w:p w14:paraId="2E608B3A" w14:textId="1FCB4ECD" w:rsidR="004F45C5" w:rsidRDefault="00B74A51">
      <w:pPr>
        <w:pStyle w:val="Obsah1"/>
        <w:rPr>
          <w:rFonts w:eastAsiaTheme="minorEastAsia"/>
          <w:caps w:val="0"/>
          <w:noProof/>
          <w:sz w:val="22"/>
          <w:szCs w:val="22"/>
          <w:lang w:eastAsia="cs-CZ"/>
        </w:rPr>
      </w:pPr>
      <w:hyperlink w:anchor="_Toc161917801" w:history="1">
        <w:r w:rsidR="004F45C5" w:rsidRPr="00892E1D">
          <w:rPr>
            <w:rStyle w:val="Hypertextovodkaz"/>
          </w:rPr>
          <w:t>11.</w:t>
        </w:r>
        <w:r w:rsidR="004F45C5">
          <w:rPr>
            <w:rFonts w:eastAsiaTheme="minorEastAsia"/>
            <w:caps w:val="0"/>
            <w:noProof/>
            <w:sz w:val="22"/>
            <w:szCs w:val="22"/>
            <w:lang w:eastAsia="cs-CZ"/>
          </w:rPr>
          <w:tab/>
        </w:r>
        <w:r w:rsidR="004F45C5" w:rsidRPr="00892E1D">
          <w:rPr>
            <w:rStyle w:val="Hypertextovodkaz"/>
          </w:rPr>
          <w:t>JAZYK NABÍDEK A KOMUNIKAČNÍ JAZYK</w:t>
        </w:r>
        <w:r w:rsidR="004F45C5">
          <w:rPr>
            <w:noProof/>
            <w:webHidden/>
          </w:rPr>
          <w:tab/>
        </w:r>
        <w:r w:rsidR="004F45C5">
          <w:rPr>
            <w:noProof/>
            <w:webHidden/>
          </w:rPr>
          <w:fldChar w:fldCharType="begin"/>
        </w:r>
        <w:r w:rsidR="004F45C5">
          <w:rPr>
            <w:noProof/>
            <w:webHidden/>
          </w:rPr>
          <w:instrText xml:space="preserve"> PAGEREF _Toc161917801 \h </w:instrText>
        </w:r>
        <w:r w:rsidR="004F45C5">
          <w:rPr>
            <w:noProof/>
            <w:webHidden/>
          </w:rPr>
        </w:r>
        <w:r w:rsidR="004F45C5">
          <w:rPr>
            <w:noProof/>
            <w:webHidden/>
          </w:rPr>
          <w:fldChar w:fldCharType="separate"/>
        </w:r>
        <w:r w:rsidR="004F45C5">
          <w:rPr>
            <w:noProof/>
            <w:webHidden/>
          </w:rPr>
          <w:t>18</w:t>
        </w:r>
        <w:r w:rsidR="004F45C5">
          <w:rPr>
            <w:noProof/>
            <w:webHidden/>
          </w:rPr>
          <w:fldChar w:fldCharType="end"/>
        </w:r>
      </w:hyperlink>
    </w:p>
    <w:p w14:paraId="48CA01F7" w14:textId="55DCA5A5" w:rsidR="004F45C5" w:rsidRDefault="00B74A51">
      <w:pPr>
        <w:pStyle w:val="Obsah1"/>
        <w:rPr>
          <w:rFonts w:eastAsiaTheme="minorEastAsia"/>
          <w:caps w:val="0"/>
          <w:noProof/>
          <w:sz w:val="22"/>
          <w:szCs w:val="22"/>
          <w:lang w:eastAsia="cs-CZ"/>
        </w:rPr>
      </w:pPr>
      <w:hyperlink w:anchor="_Toc161917802" w:history="1">
        <w:r w:rsidR="004F45C5" w:rsidRPr="00892E1D">
          <w:rPr>
            <w:rStyle w:val="Hypertextovodkaz"/>
          </w:rPr>
          <w:t>12.</w:t>
        </w:r>
        <w:r w:rsidR="004F45C5">
          <w:rPr>
            <w:rFonts w:eastAsiaTheme="minorEastAsia"/>
            <w:caps w:val="0"/>
            <w:noProof/>
            <w:sz w:val="22"/>
            <w:szCs w:val="22"/>
            <w:lang w:eastAsia="cs-CZ"/>
          </w:rPr>
          <w:tab/>
        </w:r>
        <w:r w:rsidR="004F45C5" w:rsidRPr="00892E1D">
          <w:rPr>
            <w:rStyle w:val="Hypertextovodkaz"/>
          </w:rPr>
          <w:t>OBSAH A PODÁVÁNÍ NABÍDEK</w:t>
        </w:r>
        <w:r w:rsidR="004F45C5">
          <w:rPr>
            <w:noProof/>
            <w:webHidden/>
          </w:rPr>
          <w:tab/>
        </w:r>
        <w:r w:rsidR="004F45C5">
          <w:rPr>
            <w:noProof/>
            <w:webHidden/>
          </w:rPr>
          <w:fldChar w:fldCharType="begin"/>
        </w:r>
        <w:r w:rsidR="004F45C5">
          <w:rPr>
            <w:noProof/>
            <w:webHidden/>
          </w:rPr>
          <w:instrText xml:space="preserve"> PAGEREF _Toc161917802 \h </w:instrText>
        </w:r>
        <w:r w:rsidR="004F45C5">
          <w:rPr>
            <w:noProof/>
            <w:webHidden/>
          </w:rPr>
        </w:r>
        <w:r w:rsidR="004F45C5">
          <w:rPr>
            <w:noProof/>
            <w:webHidden/>
          </w:rPr>
          <w:fldChar w:fldCharType="separate"/>
        </w:r>
        <w:r w:rsidR="004F45C5">
          <w:rPr>
            <w:noProof/>
            <w:webHidden/>
          </w:rPr>
          <w:t>19</w:t>
        </w:r>
        <w:r w:rsidR="004F45C5">
          <w:rPr>
            <w:noProof/>
            <w:webHidden/>
          </w:rPr>
          <w:fldChar w:fldCharType="end"/>
        </w:r>
      </w:hyperlink>
    </w:p>
    <w:p w14:paraId="08BA4F07" w14:textId="14293F34" w:rsidR="004F45C5" w:rsidRDefault="00B74A51">
      <w:pPr>
        <w:pStyle w:val="Obsah1"/>
        <w:rPr>
          <w:rFonts w:eastAsiaTheme="minorEastAsia"/>
          <w:caps w:val="0"/>
          <w:noProof/>
          <w:sz w:val="22"/>
          <w:szCs w:val="22"/>
          <w:lang w:eastAsia="cs-CZ"/>
        </w:rPr>
      </w:pPr>
      <w:hyperlink w:anchor="_Toc161917803" w:history="1">
        <w:r w:rsidR="004F45C5" w:rsidRPr="00892E1D">
          <w:rPr>
            <w:rStyle w:val="Hypertextovodkaz"/>
          </w:rPr>
          <w:t>13.</w:t>
        </w:r>
        <w:r w:rsidR="004F45C5">
          <w:rPr>
            <w:rFonts w:eastAsiaTheme="minorEastAsia"/>
            <w:caps w:val="0"/>
            <w:noProof/>
            <w:sz w:val="22"/>
            <w:szCs w:val="22"/>
            <w:lang w:eastAsia="cs-CZ"/>
          </w:rPr>
          <w:tab/>
        </w:r>
        <w:r w:rsidR="004F45C5" w:rsidRPr="00892E1D">
          <w:rPr>
            <w:rStyle w:val="Hypertextovodkaz"/>
          </w:rPr>
          <w:t>POŽADAVKY NA ZPRACOVÁNÍ NABÍDKOVÉ CENY</w:t>
        </w:r>
        <w:r w:rsidR="004F45C5">
          <w:rPr>
            <w:noProof/>
            <w:webHidden/>
          </w:rPr>
          <w:tab/>
        </w:r>
        <w:r w:rsidR="004F45C5">
          <w:rPr>
            <w:noProof/>
            <w:webHidden/>
          </w:rPr>
          <w:fldChar w:fldCharType="begin"/>
        </w:r>
        <w:r w:rsidR="004F45C5">
          <w:rPr>
            <w:noProof/>
            <w:webHidden/>
          </w:rPr>
          <w:instrText xml:space="preserve"> PAGEREF _Toc161917803 \h </w:instrText>
        </w:r>
        <w:r w:rsidR="004F45C5">
          <w:rPr>
            <w:noProof/>
            <w:webHidden/>
          </w:rPr>
        </w:r>
        <w:r w:rsidR="004F45C5">
          <w:rPr>
            <w:noProof/>
            <w:webHidden/>
          </w:rPr>
          <w:fldChar w:fldCharType="separate"/>
        </w:r>
        <w:r w:rsidR="004F45C5">
          <w:rPr>
            <w:noProof/>
            <w:webHidden/>
          </w:rPr>
          <w:t>21</w:t>
        </w:r>
        <w:r w:rsidR="004F45C5">
          <w:rPr>
            <w:noProof/>
            <w:webHidden/>
          </w:rPr>
          <w:fldChar w:fldCharType="end"/>
        </w:r>
      </w:hyperlink>
    </w:p>
    <w:p w14:paraId="6E768167" w14:textId="14CB79CD" w:rsidR="004F45C5" w:rsidRDefault="00B74A51">
      <w:pPr>
        <w:pStyle w:val="Obsah1"/>
        <w:rPr>
          <w:rFonts w:eastAsiaTheme="minorEastAsia"/>
          <w:caps w:val="0"/>
          <w:noProof/>
          <w:sz w:val="22"/>
          <w:szCs w:val="22"/>
          <w:lang w:eastAsia="cs-CZ"/>
        </w:rPr>
      </w:pPr>
      <w:hyperlink w:anchor="_Toc161917804" w:history="1">
        <w:r w:rsidR="004F45C5" w:rsidRPr="00892E1D">
          <w:rPr>
            <w:rStyle w:val="Hypertextovodkaz"/>
          </w:rPr>
          <w:t>14.</w:t>
        </w:r>
        <w:r w:rsidR="004F45C5">
          <w:rPr>
            <w:rFonts w:eastAsiaTheme="minorEastAsia"/>
            <w:caps w:val="0"/>
            <w:noProof/>
            <w:sz w:val="22"/>
            <w:szCs w:val="22"/>
            <w:lang w:eastAsia="cs-CZ"/>
          </w:rPr>
          <w:tab/>
        </w:r>
        <w:r w:rsidR="004F45C5" w:rsidRPr="00892E1D">
          <w:rPr>
            <w:rStyle w:val="Hypertextovodkaz"/>
          </w:rPr>
          <w:t>VARIANTY NABÍDKY, VÝHRADA ZMĚNY DODAVATELE</w:t>
        </w:r>
        <w:r w:rsidR="004F45C5">
          <w:rPr>
            <w:noProof/>
            <w:webHidden/>
          </w:rPr>
          <w:tab/>
        </w:r>
        <w:r w:rsidR="004F45C5">
          <w:rPr>
            <w:noProof/>
            <w:webHidden/>
          </w:rPr>
          <w:fldChar w:fldCharType="begin"/>
        </w:r>
        <w:r w:rsidR="004F45C5">
          <w:rPr>
            <w:noProof/>
            <w:webHidden/>
          </w:rPr>
          <w:instrText xml:space="preserve"> PAGEREF _Toc161917804 \h </w:instrText>
        </w:r>
        <w:r w:rsidR="004F45C5">
          <w:rPr>
            <w:noProof/>
            <w:webHidden/>
          </w:rPr>
        </w:r>
        <w:r w:rsidR="004F45C5">
          <w:rPr>
            <w:noProof/>
            <w:webHidden/>
          </w:rPr>
          <w:fldChar w:fldCharType="separate"/>
        </w:r>
        <w:r w:rsidR="004F45C5">
          <w:rPr>
            <w:noProof/>
            <w:webHidden/>
          </w:rPr>
          <w:t>21</w:t>
        </w:r>
        <w:r w:rsidR="004F45C5">
          <w:rPr>
            <w:noProof/>
            <w:webHidden/>
          </w:rPr>
          <w:fldChar w:fldCharType="end"/>
        </w:r>
      </w:hyperlink>
    </w:p>
    <w:p w14:paraId="534F3FA8" w14:textId="02F54F05" w:rsidR="004F45C5" w:rsidRDefault="00B74A51">
      <w:pPr>
        <w:pStyle w:val="Obsah1"/>
        <w:rPr>
          <w:rFonts w:eastAsiaTheme="minorEastAsia"/>
          <w:caps w:val="0"/>
          <w:noProof/>
          <w:sz w:val="22"/>
          <w:szCs w:val="22"/>
          <w:lang w:eastAsia="cs-CZ"/>
        </w:rPr>
      </w:pPr>
      <w:hyperlink w:anchor="_Toc161917805" w:history="1">
        <w:r w:rsidR="004F45C5" w:rsidRPr="00892E1D">
          <w:rPr>
            <w:rStyle w:val="Hypertextovodkaz"/>
          </w:rPr>
          <w:t>15.</w:t>
        </w:r>
        <w:r w:rsidR="004F45C5">
          <w:rPr>
            <w:rFonts w:eastAsiaTheme="minorEastAsia"/>
            <w:caps w:val="0"/>
            <w:noProof/>
            <w:sz w:val="22"/>
            <w:szCs w:val="22"/>
            <w:lang w:eastAsia="cs-CZ"/>
          </w:rPr>
          <w:tab/>
        </w:r>
        <w:r w:rsidR="004F45C5" w:rsidRPr="00892E1D">
          <w:rPr>
            <w:rStyle w:val="Hypertextovodkaz"/>
          </w:rPr>
          <w:t>OTEVÍRÁNÍ NABÍDEK</w:t>
        </w:r>
        <w:r w:rsidR="004F45C5">
          <w:rPr>
            <w:noProof/>
            <w:webHidden/>
          </w:rPr>
          <w:tab/>
        </w:r>
        <w:r w:rsidR="004F45C5">
          <w:rPr>
            <w:noProof/>
            <w:webHidden/>
          </w:rPr>
          <w:fldChar w:fldCharType="begin"/>
        </w:r>
        <w:r w:rsidR="004F45C5">
          <w:rPr>
            <w:noProof/>
            <w:webHidden/>
          </w:rPr>
          <w:instrText xml:space="preserve"> PAGEREF _Toc161917805 \h </w:instrText>
        </w:r>
        <w:r w:rsidR="004F45C5">
          <w:rPr>
            <w:noProof/>
            <w:webHidden/>
          </w:rPr>
        </w:r>
        <w:r w:rsidR="004F45C5">
          <w:rPr>
            <w:noProof/>
            <w:webHidden/>
          </w:rPr>
          <w:fldChar w:fldCharType="separate"/>
        </w:r>
        <w:r w:rsidR="004F45C5">
          <w:rPr>
            <w:noProof/>
            <w:webHidden/>
          </w:rPr>
          <w:t>22</w:t>
        </w:r>
        <w:r w:rsidR="004F45C5">
          <w:rPr>
            <w:noProof/>
            <w:webHidden/>
          </w:rPr>
          <w:fldChar w:fldCharType="end"/>
        </w:r>
      </w:hyperlink>
    </w:p>
    <w:p w14:paraId="2249F7F5" w14:textId="2EA85667" w:rsidR="004F45C5" w:rsidRDefault="00B74A51">
      <w:pPr>
        <w:pStyle w:val="Obsah1"/>
        <w:rPr>
          <w:rFonts w:eastAsiaTheme="minorEastAsia"/>
          <w:caps w:val="0"/>
          <w:noProof/>
          <w:sz w:val="22"/>
          <w:szCs w:val="22"/>
          <w:lang w:eastAsia="cs-CZ"/>
        </w:rPr>
      </w:pPr>
      <w:hyperlink w:anchor="_Toc161917806" w:history="1">
        <w:r w:rsidR="004F45C5" w:rsidRPr="00892E1D">
          <w:rPr>
            <w:rStyle w:val="Hypertextovodkaz"/>
          </w:rPr>
          <w:t>16.</w:t>
        </w:r>
        <w:r w:rsidR="004F45C5">
          <w:rPr>
            <w:rFonts w:eastAsiaTheme="minorEastAsia"/>
            <w:caps w:val="0"/>
            <w:noProof/>
            <w:sz w:val="22"/>
            <w:szCs w:val="22"/>
            <w:lang w:eastAsia="cs-CZ"/>
          </w:rPr>
          <w:tab/>
        </w:r>
        <w:r w:rsidR="004F45C5" w:rsidRPr="00892E1D">
          <w:rPr>
            <w:rStyle w:val="Hypertextovodkaz"/>
          </w:rPr>
          <w:t>POSOUZENÍ SPLNĚNÍ PODMÍNEK ÚČASTI</w:t>
        </w:r>
        <w:r w:rsidR="004F45C5">
          <w:rPr>
            <w:noProof/>
            <w:webHidden/>
          </w:rPr>
          <w:tab/>
        </w:r>
        <w:r w:rsidR="004F45C5">
          <w:rPr>
            <w:noProof/>
            <w:webHidden/>
          </w:rPr>
          <w:fldChar w:fldCharType="begin"/>
        </w:r>
        <w:r w:rsidR="004F45C5">
          <w:rPr>
            <w:noProof/>
            <w:webHidden/>
          </w:rPr>
          <w:instrText xml:space="preserve"> PAGEREF _Toc161917806 \h </w:instrText>
        </w:r>
        <w:r w:rsidR="004F45C5">
          <w:rPr>
            <w:noProof/>
            <w:webHidden/>
          </w:rPr>
        </w:r>
        <w:r w:rsidR="004F45C5">
          <w:rPr>
            <w:noProof/>
            <w:webHidden/>
          </w:rPr>
          <w:fldChar w:fldCharType="separate"/>
        </w:r>
        <w:r w:rsidR="004F45C5">
          <w:rPr>
            <w:noProof/>
            <w:webHidden/>
          </w:rPr>
          <w:t>22</w:t>
        </w:r>
        <w:r w:rsidR="004F45C5">
          <w:rPr>
            <w:noProof/>
            <w:webHidden/>
          </w:rPr>
          <w:fldChar w:fldCharType="end"/>
        </w:r>
      </w:hyperlink>
    </w:p>
    <w:p w14:paraId="0ABA4960" w14:textId="72A5697E" w:rsidR="004F45C5" w:rsidRDefault="00B74A51">
      <w:pPr>
        <w:pStyle w:val="Obsah1"/>
        <w:rPr>
          <w:rFonts w:eastAsiaTheme="minorEastAsia"/>
          <w:caps w:val="0"/>
          <w:noProof/>
          <w:sz w:val="22"/>
          <w:szCs w:val="22"/>
          <w:lang w:eastAsia="cs-CZ"/>
        </w:rPr>
      </w:pPr>
      <w:hyperlink w:anchor="_Toc161917807" w:history="1">
        <w:r w:rsidR="004F45C5" w:rsidRPr="00892E1D">
          <w:rPr>
            <w:rStyle w:val="Hypertextovodkaz"/>
          </w:rPr>
          <w:t>17.</w:t>
        </w:r>
        <w:r w:rsidR="004F45C5">
          <w:rPr>
            <w:rFonts w:eastAsiaTheme="minorEastAsia"/>
            <w:caps w:val="0"/>
            <w:noProof/>
            <w:sz w:val="22"/>
            <w:szCs w:val="22"/>
            <w:lang w:eastAsia="cs-CZ"/>
          </w:rPr>
          <w:tab/>
        </w:r>
        <w:r w:rsidR="004F45C5" w:rsidRPr="00892E1D">
          <w:rPr>
            <w:rStyle w:val="Hypertextovodkaz"/>
          </w:rPr>
          <w:t>HODNOCENÍ NABÍDEK</w:t>
        </w:r>
        <w:r w:rsidR="004F45C5">
          <w:rPr>
            <w:noProof/>
            <w:webHidden/>
          </w:rPr>
          <w:tab/>
        </w:r>
        <w:r w:rsidR="004F45C5">
          <w:rPr>
            <w:noProof/>
            <w:webHidden/>
          </w:rPr>
          <w:fldChar w:fldCharType="begin"/>
        </w:r>
        <w:r w:rsidR="004F45C5">
          <w:rPr>
            <w:noProof/>
            <w:webHidden/>
          </w:rPr>
          <w:instrText xml:space="preserve"> PAGEREF _Toc161917807 \h </w:instrText>
        </w:r>
        <w:r w:rsidR="004F45C5">
          <w:rPr>
            <w:noProof/>
            <w:webHidden/>
          </w:rPr>
        </w:r>
        <w:r w:rsidR="004F45C5">
          <w:rPr>
            <w:noProof/>
            <w:webHidden/>
          </w:rPr>
          <w:fldChar w:fldCharType="separate"/>
        </w:r>
        <w:r w:rsidR="004F45C5">
          <w:rPr>
            <w:noProof/>
            <w:webHidden/>
          </w:rPr>
          <w:t>24</w:t>
        </w:r>
        <w:r w:rsidR="004F45C5">
          <w:rPr>
            <w:noProof/>
            <w:webHidden/>
          </w:rPr>
          <w:fldChar w:fldCharType="end"/>
        </w:r>
      </w:hyperlink>
    </w:p>
    <w:p w14:paraId="279D9369" w14:textId="3887C80C" w:rsidR="004F45C5" w:rsidRDefault="00B74A51">
      <w:pPr>
        <w:pStyle w:val="Obsah1"/>
        <w:rPr>
          <w:rFonts w:eastAsiaTheme="minorEastAsia"/>
          <w:caps w:val="0"/>
          <w:noProof/>
          <w:sz w:val="22"/>
          <w:szCs w:val="22"/>
          <w:lang w:eastAsia="cs-CZ"/>
        </w:rPr>
      </w:pPr>
      <w:hyperlink w:anchor="_Toc161917808" w:history="1">
        <w:r w:rsidR="004F45C5" w:rsidRPr="00892E1D">
          <w:rPr>
            <w:rStyle w:val="Hypertextovodkaz"/>
          </w:rPr>
          <w:t>18.</w:t>
        </w:r>
        <w:r w:rsidR="004F45C5">
          <w:rPr>
            <w:rFonts w:eastAsiaTheme="minorEastAsia"/>
            <w:caps w:val="0"/>
            <w:noProof/>
            <w:sz w:val="22"/>
            <w:szCs w:val="22"/>
            <w:lang w:eastAsia="cs-CZ"/>
          </w:rPr>
          <w:tab/>
        </w:r>
        <w:r w:rsidR="004F45C5" w:rsidRPr="00892E1D">
          <w:rPr>
            <w:rStyle w:val="Hypertextovodkaz"/>
          </w:rPr>
          <w:t>ZRUŠENÍ VÝBĚROVÉHO ŘÍZENÍ</w:t>
        </w:r>
        <w:r w:rsidR="004F45C5">
          <w:rPr>
            <w:noProof/>
            <w:webHidden/>
          </w:rPr>
          <w:tab/>
        </w:r>
        <w:r w:rsidR="004F45C5">
          <w:rPr>
            <w:noProof/>
            <w:webHidden/>
          </w:rPr>
          <w:fldChar w:fldCharType="begin"/>
        </w:r>
        <w:r w:rsidR="004F45C5">
          <w:rPr>
            <w:noProof/>
            <w:webHidden/>
          </w:rPr>
          <w:instrText xml:space="preserve"> PAGEREF _Toc161917808 \h </w:instrText>
        </w:r>
        <w:r w:rsidR="004F45C5">
          <w:rPr>
            <w:noProof/>
            <w:webHidden/>
          </w:rPr>
        </w:r>
        <w:r w:rsidR="004F45C5">
          <w:rPr>
            <w:noProof/>
            <w:webHidden/>
          </w:rPr>
          <w:fldChar w:fldCharType="separate"/>
        </w:r>
        <w:r w:rsidR="004F45C5">
          <w:rPr>
            <w:noProof/>
            <w:webHidden/>
          </w:rPr>
          <w:t>24</w:t>
        </w:r>
        <w:r w:rsidR="004F45C5">
          <w:rPr>
            <w:noProof/>
            <w:webHidden/>
          </w:rPr>
          <w:fldChar w:fldCharType="end"/>
        </w:r>
      </w:hyperlink>
    </w:p>
    <w:p w14:paraId="632CEB13" w14:textId="17881CCA" w:rsidR="004F45C5" w:rsidRDefault="00B74A51">
      <w:pPr>
        <w:pStyle w:val="Obsah1"/>
        <w:rPr>
          <w:rFonts w:eastAsiaTheme="minorEastAsia"/>
          <w:caps w:val="0"/>
          <w:noProof/>
          <w:sz w:val="22"/>
          <w:szCs w:val="22"/>
          <w:lang w:eastAsia="cs-CZ"/>
        </w:rPr>
      </w:pPr>
      <w:hyperlink w:anchor="_Toc161917809" w:history="1">
        <w:r w:rsidR="004F45C5" w:rsidRPr="00892E1D">
          <w:rPr>
            <w:rStyle w:val="Hypertextovodkaz"/>
          </w:rPr>
          <w:t>19.</w:t>
        </w:r>
        <w:r w:rsidR="004F45C5">
          <w:rPr>
            <w:rFonts w:eastAsiaTheme="minorEastAsia"/>
            <w:caps w:val="0"/>
            <w:noProof/>
            <w:sz w:val="22"/>
            <w:szCs w:val="22"/>
            <w:lang w:eastAsia="cs-CZ"/>
          </w:rPr>
          <w:tab/>
        </w:r>
        <w:r w:rsidR="004F45C5" w:rsidRPr="00892E1D">
          <w:rPr>
            <w:rStyle w:val="Hypertextovodkaz"/>
          </w:rPr>
          <w:t>UZAVŘENÍ SMLOUVY</w:t>
        </w:r>
        <w:r w:rsidR="004F45C5">
          <w:rPr>
            <w:noProof/>
            <w:webHidden/>
          </w:rPr>
          <w:tab/>
        </w:r>
        <w:r w:rsidR="004F45C5">
          <w:rPr>
            <w:noProof/>
            <w:webHidden/>
          </w:rPr>
          <w:fldChar w:fldCharType="begin"/>
        </w:r>
        <w:r w:rsidR="004F45C5">
          <w:rPr>
            <w:noProof/>
            <w:webHidden/>
          </w:rPr>
          <w:instrText xml:space="preserve"> PAGEREF _Toc161917809 \h </w:instrText>
        </w:r>
        <w:r w:rsidR="004F45C5">
          <w:rPr>
            <w:noProof/>
            <w:webHidden/>
          </w:rPr>
        </w:r>
        <w:r w:rsidR="004F45C5">
          <w:rPr>
            <w:noProof/>
            <w:webHidden/>
          </w:rPr>
          <w:fldChar w:fldCharType="separate"/>
        </w:r>
        <w:r w:rsidR="004F45C5">
          <w:rPr>
            <w:noProof/>
            <w:webHidden/>
          </w:rPr>
          <w:t>24</w:t>
        </w:r>
        <w:r w:rsidR="004F45C5">
          <w:rPr>
            <w:noProof/>
            <w:webHidden/>
          </w:rPr>
          <w:fldChar w:fldCharType="end"/>
        </w:r>
      </w:hyperlink>
    </w:p>
    <w:p w14:paraId="4D432021" w14:textId="5376C628" w:rsidR="004F45C5" w:rsidRDefault="00B74A51">
      <w:pPr>
        <w:pStyle w:val="Obsah1"/>
        <w:rPr>
          <w:rFonts w:eastAsiaTheme="minorEastAsia"/>
          <w:caps w:val="0"/>
          <w:noProof/>
          <w:sz w:val="22"/>
          <w:szCs w:val="22"/>
          <w:lang w:eastAsia="cs-CZ"/>
        </w:rPr>
      </w:pPr>
      <w:hyperlink w:anchor="_Toc161917810" w:history="1">
        <w:r w:rsidR="004F45C5" w:rsidRPr="00892E1D">
          <w:rPr>
            <w:rStyle w:val="Hypertextovodkaz"/>
          </w:rPr>
          <w:t>20.</w:t>
        </w:r>
        <w:r w:rsidR="004F45C5">
          <w:rPr>
            <w:rFonts w:eastAsiaTheme="minorEastAsia"/>
            <w:caps w:val="0"/>
            <w:noProof/>
            <w:sz w:val="22"/>
            <w:szCs w:val="22"/>
            <w:lang w:eastAsia="cs-CZ"/>
          </w:rPr>
          <w:tab/>
        </w:r>
        <w:r w:rsidR="004F45C5" w:rsidRPr="00892E1D">
          <w:rPr>
            <w:rStyle w:val="Hypertextovodkaz"/>
          </w:rPr>
          <w:t>OCHRANA INFORMACÍ</w:t>
        </w:r>
        <w:r w:rsidR="004F45C5">
          <w:rPr>
            <w:noProof/>
            <w:webHidden/>
          </w:rPr>
          <w:tab/>
        </w:r>
        <w:r w:rsidR="004F45C5">
          <w:rPr>
            <w:noProof/>
            <w:webHidden/>
          </w:rPr>
          <w:fldChar w:fldCharType="begin"/>
        </w:r>
        <w:r w:rsidR="004F45C5">
          <w:rPr>
            <w:noProof/>
            <w:webHidden/>
          </w:rPr>
          <w:instrText xml:space="preserve"> PAGEREF _Toc161917810 \h </w:instrText>
        </w:r>
        <w:r w:rsidR="004F45C5">
          <w:rPr>
            <w:noProof/>
            <w:webHidden/>
          </w:rPr>
        </w:r>
        <w:r w:rsidR="004F45C5">
          <w:rPr>
            <w:noProof/>
            <w:webHidden/>
          </w:rPr>
          <w:fldChar w:fldCharType="separate"/>
        </w:r>
        <w:r w:rsidR="004F45C5">
          <w:rPr>
            <w:noProof/>
            <w:webHidden/>
          </w:rPr>
          <w:t>26</w:t>
        </w:r>
        <w:r w:rsidR="004F45C5">
          <w:rPr>
            <w:noProof/>
            <w:webHidden/>
          </w:rPr>
          <w:fldChar w:fldCharType="end"/>
        </w:r>
      </w:hyperlink>
    </w:p>
    <w:p w14:paraId="23345EDE" w14:textId="62723771" w:rsidR="004F45C5" w:rsidRDefault="00B74A51">
      <w:pPr>
        <w:pStyle w:val="Obsah1"/>
        <w:rPr>
          <w:rFonts w:eastAsiaTheme="minorEastAsia"/>
          <w:caps w:val="0"/>
          <w:noProof/>
          <w:sz w:val="22"/>
          <w:szCs w:val="22"/>
          <w:lang w:eastAsia="cs-CZ"/>
        </w:rPr>
      </w:pPr>
      <w:hyperlink w:anchor="_Toc161917811" w:history="1">
        <w:r w:rsidR="004F45C5" w:rsidRPr="00892E1D">
          <w:rPr>
            <w:rStyle w:val="Hypertextovodkaz"/>
          </w:rPr>
          <w:t>21.</w:t>
        </w:r>
        <w:r w:rsidR="004F45C5">
          <w:rPr>
            <w:rFonts w:eastAsiaTheme="minorEastAsia"/>
            <w:caps w:val="0"/>
            <w:noProof/>
            <w:sz w:val="22"/>
            <w:szCs w:val="22"/>
            <w:lang w:eastAsia="cs-CZ"/>
          </w:rPr>
          <w:tab/>
        </w:r>
        <w:r w:rsidR="004F45C5" w:rsidRPr="00892E1D">
          <w:rPr>
            <w:rStyle w:val="Hypertextovodkaz"/>
          </w:rPr>
          <w:t>SOCIÁLNĚ A ENVIRONMENTÁLNĚ ODPOVĚDNÉ ZADÁVÁNÍ, INOVACE</w:t>
        </w:r>
        <w:r w:rsidR="004F45C5">
          <w:rPr>
            <w:noProof/>
            <w:webHidden/>
          </w:rPr>
          <w:tab/>
        </w:r>
        <w:r w:rsidR="004F45C5">
          <w:rPr>
            <w:noProof/>
            <w:webHidden/>
          </w:rPr>
          <w:fldChar w:fldCharType="begin"/>
        </w:r>
        <w:r w:rsidR="004F45C5">
          <w:rPr>
            <w:noProof/>
            <w:webHidden/>
          </w:rPr>
          <w:instrText xml:space="preserve"> PAGEREF _Toc161917811 \h </w:instrText>
        </w:r>
        <w:r w:rsidR="004F45C5">
          <w:rPr>
            <w:noProof/>
            <w:webHidden/>
          </w:rPr>
        </w:r>
        <w:r w:rsidR="004F45C5">
          <w:rPr>
            <w:noProof/>
            <w:webHidden/>
          </w:rPr>
          <w:fldChar w:fldCharType="separate"/>
        </w:r>
        <w:r w:rsidR="004F45C5">
          <w:rPr>
            <w:noProof/>
            <w:webHidden/>
          </w:rPr>
          <w:t>27</w:t>
        </w:r>
        <w:r w:rsidR="004F45C5">
          <w:rPr>
            <w:noProof/>
            <w:webHidden/>
          </w:rPr>
          <w:fldChar w:fldCharType="end"/>
        </w:r>
      </w:hyperlink>
    </w:p>
    <w:p w14:paraId="2B282C10" w14:textId="191B969F" w:rsidR="004F45C5" w:rsidRDefault="00B74A51">
      <w:pPr>
        <w:pStyle w:val="Obsah1"/>
        <w:rPr>
          <w:rFonts w:eastAsiaTheme="minorEastAsia"/>
          <w:caps w:val="0"/>
          <w:noProof/>
          <w:sz w:val="22"/>
          <w:szCs w:val="22"/>
          <w:lang w:eastAsia="cs-CZ"/>
        </w:rPr>
      </w:pPr>
      <w:hyperlink w:anchor="_Toc161917812" w:history="1">
        <w:r w:rsidR="004F45C5" w:rsidRPr="00892E1D">
          <w:rPr>
            <w:rStyle w:val="Hypertextovodkaz"/>
          </w:rPr>
          <w:t>22.</w:t>
        </w:r>
        <w:r w:rsidR="004F45C5">
          <w:rPr>
            <w:rFonts w:eastAsiaTheme="minorEastAsia"/>
            <w:caps w:val="0"/>
            <w:noProof/>
            <w:sz w:val="22"/>
            <w:szCs w:val="22"/>
            <w:lang w:eastAsia="cs-CZ"/>
          </w:rPr>
          <w:tab/>
        </w:r>
        <w:r w:rsidR="004F45C5" w:rsidRPr="00892E1D">
          <w:rPr>
            <w:rStyle w:val="Hypertextovodkaz"/>
          </w:rPr>
          <w:t>Další zadávací podmínky v návaznosti na MEZINÁRODNÍ sankce, zákaz zadání veřejné zakázky</w:t>
        </w:r>
        <w:r w:rsidR="004F45C5">
          <w:rPr>
            <w:noProof/>
            <w:webHidden/>
          </w:rPr>
          <w:tab/>
        </w:r>
        <w:r w:rsidR="004F45C5">
          <w:rPr>
            <w:noProof/>
            <w:webHidden/>
          </w:rPr>
          <w:fldChar w:fldCharType="begin"/>
        </w:r>
        <w:r w:rsidR="004F45C5">
          <w:rPr>
            <w:noProof/>
            <w:webHidden/>
          </w:rPr>
          <w:instrText xml:space="preserve"> PAGEREF _Toc161917812 \h </w:instrText>
        </w:r>
        <w:r w:rsidR="004F45C5">
          <w:rPr>
            <w:noProof/>
            <w:webHidden/>
          </w:rPr>
        </w:r>
        <w:r w:rsidR="004F45C5">
          <w:rPr>
            <w:noProof/>
            <w:webHidden/>
          </w:rPr>
          <w:fldChar w:fldCharType="separate"/>
        </w:r>
        <w:r w:rsidR="004F45C5">
          <w:rPr>
            <w:noProof/>
            <w:webHidden/>
          </w:rPr>
          <w:t>27</w:t>
        </w:r>
        <w:r w:rsidR="004F45C5">
          <w:rPr>
            <w:noProof/>
            <w:webHidden/>
          </w:rPr>
          <w:fldChar w:fldCharType="end"/>
        </w:r>
      </w:hyperlink>
    </w:p>
    <w:p w14:paraId="3F2F2B3E" w14:textId="0BC2A817" w:rsidR="004F45C5" w:rsidRDefault="00B74A51">
      <w:pPr>
        <w:pStyle w:val="Obsah1"/>
        <w:rPr>
          <w:rFonts w:eastAsiaTheme="minorEastAsia"/>
          <w:caps w:val="0"/>
          <w:noProof/>
          <w:sz w:val="22"/>
          <w:szCs w:val="22"/>
          <w:lang w:eastAsia="cs-CZ"/>
        </w:rPr>
      </w:pPr>
      <w:hyperlink w:anchor="_Toc161917813" w:history="1">
        <w:r w:rsidR="004F45C5" w:rsidRPr="00892E1D">
          <w:rPr>
            <w:rStyle w:val="Hypertextovodkaz"/>
          </w:rPr>
          <w:t>23.</w:t>
        </w:r>
        <w:r w:rsidR="004F45C5">
          <w:rPr>
            <w:rFonts w:eastAsiaTheme="minorEastAsia"/>
            <w:caps w:val="0"/>
            <w:noProof/>
            <w:sz w:val="22"/>
            <w:szCs w:val="22"/>
            <w:lang w:eastAsia="cs-CZ"/>
          </w:rPr>
          <w:tab/>
        </w:r>
        <w:r w:rsidR="004F45C5" w:rsidRPr="00892E1D">
          <w:rPr>
            <w:rStyle w:val="Hypertextovodkaz"/>
          </w:rPr>
          <w:t>PŘÍLOHY TÉTO VÝZVY</w:t>
        </w:r>
        <w:r w:rsidR="004F45C5">
          <w:rPr>
            <w:noProof/>
            <w:webHidden/>
          </w:rPr>
          <w:tab/>
        </w:r>
        <w:r w:rsidR="004F45C5">
          <w:rPr>
            <w:noProof/>
            <w:webHidden/>
          </w:rPr>
          <w:fldChar w:fldCharType="begin"/>
        </w:r>
        <w:r w:rsidR="004F45C5">
          <w:rPr>
            <w:noProof/>
            <w:webHidden/>
          </w:rPr>
          <w:instrText xml:space="preserve"> PAGEREF _Toc161917813 \h </w:instrText>
        </w:r>
        <w:r w:rsidR="004F45C5">
          <w:rPr>
            <w:noProof/>
            <w:webHidden/>
          </w:rPr>
        </w:r>
        <w:r w:rsidR="004F45C5">
          <w:rPr>
            <w:noProof/>
            <w:webHidden/>
          </w:rPr>
          <w:fldChar w:fldCharType="separate"/>
        </w:r>
        <w:r w:rsidR="004F45C5">
          <w:rPr>
            <w:noProof/>
            <w:webHidden/>
          </w:rPr>
          <w:t>29</w:t>
        </w:r>
        <w:r w:rsidR="004F45C5">
          <w:rPr>
            <w:noProof/>
            <w:webHidden/>
          </w:rPr>
          <w:fldChar w:fldCharType="end"/>
        </w:r>
      </w:hyperlink>
    </w:p>
    <w:p w14:paraId="6BCC7D72" w14:textId="151F7AE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191779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3A1638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191779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B0D42E2" w:rsidR="0035531B" w:rsidRDefault="0035531B" w:rsidP="00663A8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61917793"/>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FBC5848" w14:textId="7B60A59F" w:rsidR="00663A81" w:rsidRPr="00663A81" w:rsidRDefault="0035531B" w:rsidP="00663A81">
      <w:pPr>
        <w:pStyle w:val="Text1-1"/>
      </w:pPr>
      <w:r>
        <w:t xml:space="preserve">Kontaktní osobou zadavatele pro </w:t>
      </w:r>
      <w:r w:rsidR="009531C1">
        <w:t xml:space="preserve">výběrové </w:t>
      </w:r>
      <w:r>
        <w:t xml:space="preserve">řízení je: </w:t>
      </w:r>
      <w:r w:rsidR="00663A81" w:rsidRPr="00663A81">
        <w:t>Renáta Majerová</w:t>
      </w:r>
    </w:p>
    <w:p w14:paraId="0793B1A7" w14:textId="77777777" w:rsidR="00663A81" w:rsidRPr="00663A81" w:rsidRDefault="00663A81" w:rsidP="00663A81">
      <w:pPr>
        <w:spacing w:after="0"/>
        <w:ind w:left="737"/>
        <w:jc w:val="both"/>
      </w:pPr>
      <w:r w:rsidRPr="00663A81">
        <w:t xml:space="preserve">telefon: 724 932 325 </w:t>
      </w:r>
    </w:p>
    <w:p w14:paraId="4291581F" w14:textId="5CEE8111" w:rsidR="00663A81" w:rsidRPr="00663A81" w:rsidRDefault="00663A81" w:rsidP="00663A81">
      <w:pPr>
        <w:spacing w:after="0"/>
        <w:ind w:left="737"/>
        <w:jc w:val="both"/>
      </w:pPr>
      <w:r w:rsidRPr="00663A81">
        <w:t xml:space="preserve">e-mail: Majerova@spravazeleznic.cz </w:t>
      </w:r>
    </w:p>
    <w:p w14:paraId="168D6486" w14:textId="03F945C0" w:rsidR="00663A81" w:rsidRPr="00663A81" w:rsidRDefault="00663A81" w:rsidP="00663A81">
      <w:pPr>
        <w:spacing w:after="0"/>
        <w:ind w:left="737"/>
        <w:jc w:val="both"/>
      </w:pPr>
      <w:r w:rsidRPr="00663A81">
        <w:t>adresa:</w:t>
      </w:r>
      <w:r>
        <w:t xml:space="preserve"> </w:t>
      </w:r>
      <w:r w:rsidRPr="00663A81">
        <w:t>Správa železnic, státní organizace</w:t>
      </w:r>
    </w:p>
    <w:p w14:paraId="49562C0A" w14:textId="740228CA" w:rsidR="00663A81" w:rsidRPr="00663A81" w:rsidRDefault="00663A81" w:rsidP="00663A81">
      <w:pPr>
        <w:spacing w:after="0"/>
        <w:ind w:left="737"/>
        <w:jc w:val="both"/>
      </w:pPr>
      <w:r>
        <w:t xml:space="preserve">            </w:t>
      </w:r>
      <w:r w:rsidRPr="00663A81">
        <w:t>Stavební správa východ</w:t>
      </w:r>
    </w:p>
    <w:p w14:paraId="09E460CA" w14:textId="37C421F1" w:rsidR="00663A81" w:rsidRPr="00663A81" w:rsidRDefault="00663A81" w:rsidP="00663A81">
      <w:pPr>
        <w:spacing w:after="0"/>
        <w:ind w:left="737"/>
        <w:jc w:val="both"/>
      </w:pPr>
      <w:r>
        <w:t xml:space="preserve">            </w:t>
      </w:r>
      <w:r w:rsidRPr="00663A81">
        <w:t>Nerudova 1</w:t>
      </w:r>
    </w:p>
    <w:p w14:paraId="32D39B6C" w14:textId="4E831C90" w:rsidR="0035531B" w:rsidRDefault="00663A81" w:rsidP="00663A81">
      <w:pPr>
        <w:spacing w:after="0"/>
        <w:ind w:left="737"/>
        <w:jc w:val="both"/>
      </w:pPr>
      <w:r>
        <w:t xml:space="preserve">            </w:t>
      </w:r>
      <w:r w:rsidRPr="00663A81">
        <w:t>779 00 Olomouc</w:t>
      </w:r>
    </w:p>
    <w:p w14:paraId="7AFE4171" w14:textId="77777777" w:rsidR="0035531B" w:rsidRDefault="0035531B" w:rsidP="0035531B">
      <w:pPr>
        <w:pStyle w:val="Nadpis1-1"/>
      </w:pPr>
      <w:bookmarkStart w:id="8" w:name="_Toc161917794"/>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51D4277" w:rsidR="0035531B" w:rsidRDefault="00663A81" w:rsidP="0035531B">
      <w:pPr>
        <w:pStyle w:val="Textbezslovn"/>
      </w:pPr>
      <w:r w:rsidRPr="00663A81">
        <w:t>Zajištění bezpečnosti železničního provozu na trati s náročnými směrovými a sklonovými poměry. Zrušení trvalého omezení rychlosti (TOR) ze 30 km/h zavedeného kvůli padání uvolněných kamenů a skalních bloků do koleje ze skalních stěn odřezů a zářezů s výškou do 13 m.</w:t>
      </w:r>
    </w:p>
    <w:p w14:paraId="09962EBD" w14:textId="77777777" w:rsidR="0035531B" w:rsidRDefault="0035531B" w:rsidP="0035531B">
      <w:pPr>
        <w:pStyle w:val="Text1-1"/>
      </w:pPr>
      <w:r>
        <w:t>Předmět plnění veřejné zakázky</w:t>
      </w:r>
    </w:p>
    <w:p w14:paraId="1621B6E1" w14:textId="77777777" w:rsidR="00663A81" w:rsidRDefault="00663A81" w:rsidP="00663A81">
      <w:pPr>
        <w:pStyle w:val="Textbezslovn"/>
      </w:pPr>
      <w:r>
        <w:t>Realizace stavby „Zajištění skalních masivů na trati Hlubočky – Hrubá Voda – Domašov nad Bystřicí“</w:t>
      </w:r>
    </w:p>
    <w:p w14:paraId="26718971" w14:textId="77777777" w:rsidR="00663A81" w:rsidRPr="00663A81" w:rsidRDefault="00663A81" w:rsidP="00663A81">
      <w:pPr>
        <w:pStyle w:val="Textbezslovn"/>
        <w:spacing w:after="0"/>
        <w:rPr>
          <w:u w:val="single"/>
        </w:rPr>
      </w:pPr>
      <w:r w:rsidRPr="00663A81">
        <w:rPr>
          <w:u w:val="single"/>
        </w:rPr>
        <w:t>Km 22,000 – 22, 415 (konec SO 02-10-01 v situaci D.2.1.2.) Sanace nestabilního tělesa dráhy</w:t>
      </w:r>
    </w:p>
    <w:p w14:paraId="6CB27443" w14:textId="77777777" w:rsidR="00663A81" w:rsidRDefault="00663A81" w:rsidP="00663A81">
      <w:pPr>
        <w:pStyle w:val="Textbezslovn"/>
        <w:spacing w:after="0"/>
      </w:pPr>
      <w:r>
        <w:t>Zřízení 3 odvodňovacích zpevněných skluzů z drátokamenné matrace o šířce 2 m a délce 18,5 m – 22,0 m. Zajištění a stabilizace levostranné části svahu vyztuženou zemní konstrukcí z ocelových zemních prvků v jedné vrstvě tloušťky 0,6 m a dalších dvou vrstev celkové mocnosti 1,2 m. Nové odvodnění vpravo koleje z příkopových prefabrikátů typu „J“ o délce 231 m (koordinační situace C.1.3 – soubor 06 – Nové odvodnění trati km 22,051 – 22,281) (231 m – výkaz výměr km 22,050 – 22,280).</w:t>
      </w:r>
    </w:p>
    <w:p w14:paraId="30B88E66" w14:textId="77777777" w:rsidR="00663A81" w:rsidRDefault="00663A81" w:rsidP="00663A81">
      <w:pPr>
        <w:pStyle w:val="Textbezslovn"/>
        <w:rPr>
          <w:u w:val="single"/>
        </w:rPr>
      </w:pPr>
    </w:p>
    <w:p w14:paraId="152321BB" w14:textId="196AC948" w:rsidR="00663A81" w:rsidRPr="00663A81" w:rsidRDefault="00663A81" w:rsidP="00663A81">
      <w:pPr>
        <w:pStyle w:val="Textbezslovn"/>
        <w:spacing w:after="0"/>
        <w:rPr>
          <w:u w:val="single"/>
        </w:rPr>
      </w:pPr>
      <w:r w:rsidRPr="00663A81">
        <w:rPr>
          <w:u w:val="single"/>
        </w:rPr>
        <w:t>Km 22,600 – 22,700 Zajištění skalního zářezu</w:t>
      </w:r>
    </w:p>
    <w:p w14:paraId="7FD1D247" w14:textId="5A5B1815" w:rsidR="00663A81" w:rsidRDefault="00663A81" w:rsidP="00663A81">
      <w:pPr>
        <w:pStyle w:val="Textbezslovn"/>
        <w:spacing w:after="0"/>
      </w:pPr>
      <w:r>
        <w:t>Systémové kotvení skalních bloků očištěné pravé i levé stěny zářezu prvky s doplněním o ocelová lana. Rozebrání a přeskládání horní části stávající obkladní zdi vlevo trati s lokálním doplněním pro správnou funkčnost.</w:t>
      </w:r>
    </w:p>
    <w:p w14:paraId="73B7CA0C" w14:textId="77777777" w:rsidR="00663A81" w:rsidRDefault="00663A81" w:rsidP="00663A81">
      <w:pPr>
        <w:pStyle w:val="Textbezslovn"/>
        <w:spacing w:after="0"/>
      </w:pPr>
    </w:p>
    <w:p w14:paraId="2F7CFBB5" w14:textId="77777777" w:rsidR="00663A81" w:rsidRPr="00663A81" w:rsidRDefault="00663A81" w:rsidP="00663A81">
      <w:pPr>
        <w:pStyle w:val="Textbezslovn"/>
        <w:spacing w:after="0"/>
        <w:rPr>
          <w:u w:val="single"/>
        </w:rPr>
      </w:pPr>
      <w:r w:rsidRPr="00663A81">
        <w:rPr>
          <w:u w:val="single"/>
        </w:rPr>
        <w:t>Km 22,880 – 23,200 Zajištění skalního svahu vlevo trati</w:t>
      </w:r>
    </w:p>
    <w:p w14:paraId="68D129CA" w14:textId="2CACCA32" w:rsidR="00663A81" w:rsidRDefault="00663A81" w:rsidP="00663A81">
      <w:pPr>
        <w:pStyle w:val="Textbezslovn"/>
        <w:spacing w:after="0"/>
      </w:pPr>
      <w:r>
        <w:t xml:space="preserve">Instalace a ukotvení </w:t>
      </w:r>
      <w:proofErr w:type="spellStart"/>
      <w:r>
        <w:t>vysokopevnostní</w:t>
      </w:r>
      <w:proofErr w:type="spellEnd"/>
      <w:r>
        <w:t xml:space="preserve"> ocelové sítě s rastrem z </w:t>
      </w:r>
      <w:proofErr w:type="spellStart"/>
      <w:r>
        <w:t>poplastovaného</w:t>
      </w:r>
      <w:proofErr w:type="spellEnd"/>
      <w:r>
        <w:t xml:space="preserve"> ocelového lana na očištěnou skalní stěnu odřezu vlevo nad tratí. Kotvení prvky délky 3,0 m pro stabilizaci blokových struktur, které budou upřesněny po očištění skalního svahu. Na začátku a konci skalního svahu bude zřízena </w:t>
      </w:r>
      <w:proofErr w:type="spellStart"/>
      <w:r>
        <w:t>georohož</w:t>
      </w:r>
      <w:proofErr w:type="spellEnd"/>
      <w:r>
        <w:t xml:space="preserve"> vyztužená ocelovou sítí a ocelovým lanem pro 1,0 m. Rozebrání stávající zárubní zdi a její nahrazení dvěma železobetonovými pilíři s kotevními prvky. Úprava stávajícího systému odvodnění zřízením trativodu do betonového lože podél řešeného skalního svahu. V km 22,750 – </w:t>
      </w:r>
      <w:r>
        <w:lastRenderedPageBreak/>
        <w:t>22,800 a km 23,070 – 23,140 na opačných stranách úseku budou provedeny terénní úpravy svahu s uložením neznečištěné vytěžené rubaniny.</w:t>
      </w:r>
    </w:p>
    <w:p w14:paraId="7BD59835" w14:textId="77777777" w:rsidR="00663A81" w:rsidRDefault="00663A81" w:rsidP="00663A81">
      <w:pPr>
        <w:pStyle w:val="Textbezslovn"/>
        <w:spacing w:after="0"/>
      </w:pPr>
    </w:p>
    <w:p w14:paraId="3B3D1ED2" w14:textId="77777777" w:rsidR="00663A81" w:rsidRPr="00663A81" w:rsidRDefault="00663A81" w:rsidP="00663A81">
      <w:pPr>
        <w:pStyle w:val="Textbezslovn"/>
        <w:spacing w:after="0"/>
        <w:rPr>
          <w:u w:val="single"/>
        </w:rPr>
      </w:pPr>
      <w:r w:rsidRPr="00663A81">
        <w:rPr>
          <w:u w:val="single"/>
        </w:rPr>
        <w:t>Km 23,330 – 23,400 Zajištění skalního svahu vlevo trati</w:t>
      </w:r>
    </w:p>
    <w:p w14:paraId="32D44278" w14:textId="77777777" w:rsidR="00663A81" w:rsidRDefault="00663A81" w:rsidP="00663A81">
      <w:pPr>
        <w:pStyle w:val="Textbezslovn"/>
        <w:spacing w:after="0"/>
      </w:pPr>
      <w:r>
        <w:t xml:space="preserve">Instalace a ukotvení </w:t>
      </w:r>
      <w:proofErr w:type="spellStart"/>
      <w:r>
        <w:t>vysokopevnostní</w:t>
      </w:r>
      <w:proofErr w:type="spellEnd"/>
      <w:r>
        <w:t xml:space="preserve"> ocelové sítě s rastrem z </w:t>
      </w:r>
      <w:proofErr w:type="spellStart"/>
      <w:r>
        <w:t>poplastovaného</w:t>
      </w:r>
      <w:proofErr w:type="spellEnd"/>
      <w:r>
        <w:t xml:space="preserve"> ocelového lana na očištěnou skalní stěnu odřezu vlevo nad tratí. Zřízení nového povrchového odvodnění v patě svahu, které bude svedeno do železničního propustku ev.km 23,359.</w:t>
      </w:r>
    </w:p>
    <w:p w14:paraId="0A6A540E" w14:textId="77777777" w:rsidR="00663A81" w:rsidRDefault="00663A81" w:rsidP="00663A81">
      <w:pPr>
        <w:pStyle w:val="Textbezslovn"/>
        <w:rPr>
          <w:u w:val="single"/>
        </w:rPr>
      </w:pPr>
    </w:p>
    <w:p w14:paraId="3682583A" w14:textId="1BA45555" w:rsidR="00663A81" w:rsidRDefault="00663A81" w:rsidP="00663A81">
      <w:pPr>
        <w:pStyle w:val="Textbezslovn"/>
      </w:pPr>
      <w:r w:rsidRPr="00663A81">
        <w:rPr>
          <w:u w:val="single"/>
        </w:rPr>
        <w:t>Nový železniční svršek</w:t>
      </w:r>
      <w:r>
        <w:t xml:space="preserve"> z kolejnic tvaru 49E1 bude vložen v km 22,000 – 22,200, kde dojde k odsunu osy koleje až o 850 mm tak, aby nepokračovalo sesypávání konstrukčních vrstev ze svahu. Budou použity stávající betonové pražce a nové štěrkové lože. Následně bude opětovně zřízena bezstyková kolej. Úpravy geometrických parametrů koleje i s výběhy budou provedeny v km 21,800 – 22,370.</w:t>
      </w:r>
    </w:p>
    <w:p w14:paraId="05606675" w14:textId="637910B2" w:rsidR="0035531B" w:rsidRDefault="0035531B" w:rsidP="00663A81">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6191779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34B9067"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BECFB77" w:rsidR="007354E9" w:rsidRDefault="007354E9" w:rsidP="00337143">
      <w:pPr>
        <w:pStyle w:val="Text1-1"/>
        <w:spacing w:after="0"/>
      </w:pPr>
      <w:r w:rsidRPr="004F70A1">
        <w:t xml:space="preserve">Předpokládaná hodnota veřejné zakázky činí </w:t>
      </w:r>
      <w:r w:rsidR="00663A81" w:rsidRPr="00663A81">
        <w:rPr>
          <w:b/>
        </w:rPr>
        <w:t>42 971</w:t>
      </w:r>
      <w:r w:rsidR="00663A81">
        <w:rPr>
          <w:b/>
        </w:rPr>
        <w:t> </w:t>
      </w:r>
      <w:r w:rsidR="00663A81" w:rsidRPr="00663A81">
        <w:rPr>
          <w:b/>
        </w:rPr>
        <w:t>729</w:t>
      </w:r>
      <w:r w:rsidR="00663A81">
        <w:rPr>
          <w:b/>
        </w:rPr>
        <w:t>,-</w:t>
      </w:r>
      <w:r w:rsidRPr="007354E9">
        <w:rPr>
          <w:b/>
        </w:rPr>
        <w:t xml:space="preserve"> Kč </w:t>
      </w:r>
      <w:r w:rsidRPr="004F70A1">
        <w:t>(bez DPH).</w:t>
      </w:r>
    </w:p>
    <w:p w14:paraId="041DE93A" w14:textId="77777777" w:rsidR="0035531B" w:rsidRDefault="0035531B" w:rsidP="006F6B09">
      <w:pPr>
        <w:pStyle w:val="Nadpis1-1"/>
      </w:pPr>
      <w:bookmarkStart w:id="10" w:name="_Toc16191779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D9AC342" w:rsidR="0035531B" w:rsidRDefault="00FD39DE" w:rsidP="00663A8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399FBF2" w:rsidR="0035531B" w:rsidRPr="008513D8" w:rsidRDefault="00FD39DE" w:rsidP="00FD39DE">
      <w:pPr>
        <w:pStyle w:val="Text1-1"/>
      </w:pPr>
      <w:r w:rsidRPr="008513D8">
        <w:lastRenderedPageBreak/>
        <w:t>Zadavatel sděluje, že následující části zadávací dokumentace vypracovala osoba odlišná</w:t>
      </w:r>
      <w:r w:rsidRPr="00FD39DE">
        <w:t xml:space="preserve"> od zadavatele, a to: </w:t>
      </w:r>
      <w:r w:rsidR="00C92D2D" w:rsidRPr="0016128F">
        <w:rPr>
          <w:rFonts w:eastAsia="Times New Roman" w:cs="Arial"/>
          <w:lang w:eastAsia="cs-CZ"/>
        </w:rPr>
        <w:t>Dokumentace pro stavební povolení zpracovaná společností PRODIN, a.s., Jiráskova 169, 530 02 Pardubice – Zelené Předměstí, IČO: 25292161</w:t>
      </w:r>
      <w:r w:rsidR="00C92D2D">
        <w:t>.</w:t>
      </w:r>
    </w:p>
    <w:p w14:paraId="43D1303E" w14:textId="0FF1579F" w:rsidR="0035531B" w:rsidRDefault="00FD39DE" w:rsidP="00C92D2D">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61917797"/>
      <w:r>
        <w:t>VYSVĚTLENÍ, ZMĚNY</w:t>
      </w:r>
      <w:r w:rsidR="00845C50">
        <w:t xml:space="preserve"> </w:t>
      </w:r>
      <w:r w:rsidR="00776A8A">
        <w:t>A</w:t>
      </w:r>
      <w:r w:rsidR="00845C50">
        <w:t> </w:t>
      </w:r>
      <w:r>
        <w:t>DOPLNĚNÍ ZADÁVACÍ DOKUMENTACE</w:t>
      </w:r>
      <w:bookmarkEnd w:id="11"/>
      <w:r>
        <w:t xml:space="preserve"> </w:t>
      </w:r>
    </w:p>
    <w:p w14:paraId="3A8E6C92" w14:textId="47E056F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C92D2D">
        <w:rPr>
          <w:b/>
        </w:rPr>
        <w:t xml:space="preserve">nejpozději </w:t>
      </w:r>
      <w:r w:rsidR="00B07880" w:rsidRPr="00C92D2D">
        <w:rPr>
          <w:b/>
        </w:rPr>
        <w:t>6 pracovních dnů</w:t>
      </w:r>
      <w:r w:rsidR="00B07880" w:rsidRPr="00C92D2D">
        <w:t xml:space="preserve"> </w:t>
      </w:r>
      <w:r w:rsidRPr="00C92D2D">
        <w:t>před</w:t>
      </w:r>
      <w:r w:rsidRPr="00FD39DE">
        <w:t xml:space="preserve"> uplynutím lhůty pro podání nabídek</w:t>
      </w:r>
      <w:r w:rsidR="00693188">
        <w:t>, jinak zadavatel není povinen vysvětlení poskytnout</w:t>
      </w:r>
      <w:r w:rsidRPr="00FD39DE">
        <w:t>.</w:t>
      </w:r>
    </w:p>
    <w:p w14:paraId="04E7F2E9" w14:textId="5B2723FE" w:rsidR="0035531B" w:rsidRDefault="00FD39DE" w:rsidP="00FD39DE">
      <w:pPr>
        <w:pStyle w:val="Text1-1"/>
      </w:pPr>
      <w:r w:rsidRPr="00FD39DE">
        <w:t xml:space="preserve">Zadavatel poskytne vysvětlení zadávací dokumentace nejpozději </w:t>
      </w:r>
      <w:r w:rsidRPr="00C92D2D">
        <w:t xml:space="preserve">do </w:t>
      </w:r>
      <w:r w:rsidR="00B07880" w:rsidRPr="00C92D2D">
        <w:t xml:space="preserve">3 </w:t>
      </w:r>
      <w:r w:rsidRPr="00C92D2D">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92D2D">
        <w:t xml:space="preserve">nejméně </w:t>
      </w:r>
      <w:r w:rsidR="00CE5F6A" w:rsidRPr="00C92D2D">
        <w:t>3</w:t>
      </w:r>
      <w:r w:rsidR="00693188" w:rsidRPr="00C92D2D">
        <w:t xml:space="preserve"> pracovní</w:t>
      </w:r>
      <w:r w:rsidR="00693188">
        <w:t xml:space="preserve"> dny před uplynutím lhůty pro podání nabídek.</w:t>
      </w:r>
    </w:p>
    <w:p w14:paraId="33849454" w14:textId="50E7BBB3" w:rsidR="0035531B" w:rsidRDefault="00FD39DE" w:rsidP="00C92D2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191779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474EEAB" w14:textId="77777777" w:rsidR="0035531B" w:rsidRPr="00C92D2D" w:rsidRDefault="0035531B" w:rsidP="00CC4380">
      <w:pPr>
        <w:pStyle w:val="Odrka1-2-"/>
      </w:pPr>
      <w:r w:rsidRPr="00C92D2D">
        <w:t>Výkon zeměměřických činností,</w:t>
      </w:r>
    </w:p>
    <w:p w14:paraId="3C96E5EA" w14:textId="77777777" w:rsidR="00267CF3" w:rsidRDefault="00267CF3" w:rsidP="00C92D2D">
      <w:pPr>
        <w:pStyle w:val="Odrka1-2-"/>
        <w:numPr>
          <w:ilvl w:val="0"/>
          <w:numId w:val="0"/>
        </w:numPr>
        <w:ind w:left="1531" w:hanging="454"/>
      </w:pPr>
    </w:p>
    <w:p w14:paraId="03FF036D" w14:textId="77777777" w:rsidR="0035531B" w:rsidRDefault="0035531B" w:rsidP="00092CC9">
      <w:pPr>
        <w:pStyle w:val="Odrka1-1"/>
      </w:pPr>
      <w:r>
        <w:t>Odborná způsobilost:</w:t>
      </w:r>
    </w:p>
    <w:p w14:paraId="69330FA9" w14:textId="77777777" w:rsidR="00344A9C" w:rsidRPr="00C92D2D"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C92D2D">
        <w:t xml:space="preserve">písm. </w:t>
      </w:r>
    </w:p>
    <w:p w14:paraId="66ECC6E5" w14:textId="77777777" w:rsidR="00344A9C" w:rsidRPr="00C92D2D" w:rsidRDefault="00344A9C" w:rsidP="00344A9C">
      <w:pPr>
        <w:pStyle w:val="Odrka1-1"/>
        <w:numPr>
          <w:ilvl w:val="0"/>
          <w:numId w:val="0"/>
        </w:numPr>
        <w:ind w:left="1190" w:firstLine="341"/>
        <w:rPr>
          <w:b/>
        </w:rPr>
      </w:pPr>
      <w:r w:rsidRPr="00C92D2D">
        <w:rPr>
          <w:b/>
        </w:rPr>
        <w:t xml:space="preserve">b) </w:t>
      </w:r>
      <w:r w:rsidRPr="00C92D2D">
        <w:t>dopravní stavby</w:t>
      </w:r>
    </w:p>
    <w:p w14:paraId="24972CBD" w14:textId="794296AE" w:rsidR="00344A9C" w:rsidRPr="00C92D2D" w:rsidRDefault="00D96076" w:rsidP="00344A9C">
      <w:pPr>
        <w:pStyle w:val="Odrka1-1"/>
        <w:numPr>
          <w:ilvl w:val="0"/>
          <w:numId w:val="0"/>
        </w:numPr>
        <w:ind w:left="1190" w:firstLine="341"/>
        <w:rPr>
          <w:b/>
        </w:rPr>
      </w:pPr>
      <w:r>
        <w:rPr>
          <w:b/>
        </w:rPr>
        <w:t>i</w:t>
      </w:r>
      <w:r w:rsidR="00344A9C" w:rsidRPr="00C92D2D">
        <w:rPr>
          <w:b/>
        </w:rPr>
        <w:t xml:space="preserve">) </w:t>
      </w:r>
      <w:r w:rsidR="00C92D2D" w:rsidRPr="00C92D2D">
        <w:t>geotechnika</w:t>
      </w:r>
    </w:p>
    <w:p w14:paraId="3D40E566" w14:textId="70E176C8" w:rsidR="0035531B" w:rsidRPr="00C92D2D" w:rsidRDefault="0035531B" w:rsidP="00344A9C">
      <w:pPr>
        <w:pStyle w:val="Odrka1-2-"/>
        <w:numPr>
          <w:ilvl w:val="0"/>
          <w:numId w:val="0"/>
        </w:numPr>
        <w:ind w:left="1531"/>
      </w:pPr>
      <w:r w:rsidRPr="00C92D2D">
        <w:t>zákona č. 360/1992 Sb.,</w:t>
      </w:r>
      <w:r w:rsidR="00092CC9" w:rsidRPr="00C92D2D">
        <w:t xml:space="preserve"> o </w:t>
      </w:r>
      <w:r w:rsidRPr="00C92D2D">
        <w:t>výkonu povolání autorizovaných architektů</w:t>
      </w:r>
      <w:r w:rsidR="00845C50" w:rsidRPr="00C92D2D">
        <w:t xml:space="preserve"> a</w:t>
      </w:r>
      <w:r w:rsidR="00092CC9" w:rsidRPr="00C92D2D">
        <w:t xml:space="preserve"> o </w:t>
      </w:r>
      <w:r w:rsidRPr="00C92D2D">
        <w:t>výkonu povolání autorizovaných inženýrů</w:t>
      </w:r>
      <w:r w:rsidR="00845C50" w:rsidRPr="00C92D2D">
        <w:t xml:space="preserve"> a </w:t>
      </w:r>
      <w:r w:rsidRPr="00C92D2D">
        <w:t>techniků činných ve výstavbě, ve znění pozdějších předpisů</w:t>
      </w:r>
      <w:r w:rsidR="007476A8" w:rsidRPr="00C92D2D">
        <w:t xml:space="preserve"> (dále jen „autorizační zákon“)</w:t>
      </w:r>
      <w:r w:rsidRPr="00C92D2D">
        <w:t>.</w:t>
      </w:r>
    </w:p>
    <w:p w14:paraId="201EBDF5" w14:textId="0BD51468" w:rsidR="00344A9C" w:rsidRPr="00C92D2D" w:rsidRDefault="0035531B" w:rsidP="00C92D2D">
      <w:pPr>
        <w:pStyle w:val="Odrka1-2-"/>
      </w:pPr>
      <w:r w:rsidRPr="00C92D2D">
        <w:t xml:space="preserve">Zadavatel požaduje předložení </w:t>
      </w:r>
      <w:r w:rsidR="0050329F" w:rsidRPr="00C92D2D">
        <w:t xml:space="preserve">autorizace </w:t>
      </w:r>
      <w:r w:rsidRPr="00C92D2D">
        <w:t>pro ověřování výsledků zeměměřických činností</w:t>
      </w:r>
      <w:r w:rsidR="00092CC9" w:rsidRPr="00C92D2D">
        <w:t xml:space="preserve"> v </w:t>
      </w:r>
      <w:r w:rsidRPr="00C92D2D">
        <w:t xml:space="preserve">rozsahu dle § </w:t>
      </w:r>
      <w:r w:rsidR="0050329F" w:rsidRPr="00C92D2D">
        <w:t xml:space="preserve">16f </w:t>
      </w:r>
      <w:r w:rsidRPr="00C92D2D">
        <w:t xml:space="preserve">odst. 1 písm. </w:t>
      </w:r>
      <w:r w:rsidRPr="00C92D2D">
        <w:rPr>
          <w:rStyle w:val="Tun9b"/>
        </w:rPr>
        <w:t>a)</w:t>
      </w:r>
      <w:r w:rsidR="00845C50" w:rsidRPr="00C92D2D">
        <w:rPr>
          <w:rStyle w:val="Tun9b"/>
        </w:rPr>
        <w:t xml:space="preserve"> </w:t>
      </w:r>
      <w:r w:rsidR="00845C50" w:rsidRPr="00C92D2D">
        <w:rPr>
          <w:rStyle w:val="Tun9b"/>
          <w:b w:val="0"/>
        </w:rPr>
        <w:t>a </w:t>
      </w:r>
      <w:r w:rsidRPr="00C92D2D">
        <w:rPr>
          <w:rStyle w:val="Tun9b"/>
        </w:rPr>
        <w:t>c)</w:t>
      </w:r>
      <w:r w:rsidRPr="00C92D2D">
        <w:t xml:space="preserve"> zákona č. 200/1994 Sb.,</w:t>
      </w:r>
      <w:r w:rsidR="00092CC9" w:rsidRPr="00C92D2D">
        <w:t xml:space="preserve"> o </w:t>
      </w:r>
      <w:r w:rsidRPr="00C92D2D">
        <w:t>zeměměřictví</w:t>
      </w:r>
      <w:r w:rsidR="00845C50" w:rsidRPr="00C92D2D">
        <w:t xml:space="preserve"> a</w:t>
      </w:r>
      <w:r w:rsidR="00092CC9" w:rsidRPr="00C92D2D">
        <w:t xml:space="preserve"> o </w:t>
      </w:r>
      <w:r w:rsidRPr="00C92D2D">
        <w:t>změně</w:t>
      </w:r>
      <w:r w:rsidR="00845C50" w:rsidRPr="00C92D2D">
        <w:t xml:space="preserve"> a </w:t>
      </w:r>
      <w:r w:rsidRPr="00C92D2D">
        <w:t>doplnění některých zákonů souvisejících</w:t>
      </w:r>
      <w:r w:rsidR="00845C50" w:rsidRPr="00C92D2D">
        <w:t xml:space="preserve"> s </w:t>
      </w:r>
      <w:r w:rsidRPr="00C92D2D">
        <w:t>jeho zavedením, ve znění pozdějších předpisů.</w:t>
      </w:r>
    </w:p>
    <w:p w14:paraId="566A2277" w14:textId="77777777" w:rsidR="0035531B" w:rsidRDefault="00FD4743" w:rsidP="00CC4380">
      <w:pPr>
        <w:pStyle w:val="Textbezslovn"/>
        <w:ind w:left="1077"/>
      </w:pPr>
      <w:r w:rsidRPr="00C92D2D">
        <w:t>Je-li dodavatel fyzickou osobou, musí odbornou způsobilost splňovat buď</w:t>
      </w:r>
      <w:r w:rsidRPr="00FD4743">
        <w:t xml:space="preserve"> sám, nebo prostřednictvím jiné fyzické osoby (zaměstnanec nebo jiná s dodavatelem spolupracující osoba). Je-li dodavatel právnickou osobou, musí odbornou způsobilost </w:t>
      </w:r>
      <w:r w:rsidRPr="00FD4743">
        <w:lastRenderedPageBreak/>
        <w:t>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451D914"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bookmarkStart w:id="13" w:name="_GoBack"/>
      <w:r w:rsidR="00F6113F">
        <w:t>novostavby</w:t>
      </w:r>
      <w:bookmarkEnd w:id="13"/>
      <w:r w:rsidR="00CD6826">
        <w:t xml:space="preserve"> </w:t>
      </w:r>
      <w:r w:rsidR="006E49CB">
        <w:t xml:space="preserve">nebo </w:t>
      </w:r>
      <w:r w:rsidR="00F6113F">
        <w:t>rekonstrukce</w:t>
      </w:r>
      <w:r w:rsidR="00BC12B5">
        <w:t xml:space="preserve"> </w:t>
      </w:r>
      <w:r>
        <w:t xml:space="preserve">na </w:t>
      </w:r>
      <w:r w:rsidRPr="00CD6826">
        <w:t>stavbách železničních drah, jak jsou</w:t>
      </w:r>
      <w:r>
        <w:t xml:space="preserve">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00CD6826">
        <w:t>10</w:t>
      </w:r>
      <w:r>
        <w:t xml:space="preserve"> let před zahájením výběrového řízení (dále jako „</w:t>
      </w:r>
      <w:r w:rsidRPr="00F95A2C">
        <w:rPr>
          <w:b/>
        </w:rPr>
        <w:t>stavební práce</w:t>
      </w:r>
      <w:r>
        <w:t xml:space="preserve">“). </w:t>
      </w:r>
    </w:p>
    <w:p w14:paraId="3D4CF4EA" w14:textId="5896DD3F"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CD6826" w:rsidRPr="00CD6826">
        <w:t>10</w:t>
      </w:r>
      <w:r w:rsidRPr="00CD6826">
        <w:t xml:space="preserve"> letech</w:t>
      </w:r>
      <w:r>
        <w:t xml:space="preserve"> před zahájením výběrového řízení řádně poskytl a dokončil </w:t>
      </w:r>
      <w:r w:rsidRPr="00AC5793">
        <w:t xml:space="preserve">minimálně </w:t>
      </w:r>
      <w:r w:rsidRPr="00AC5793">
        <w:rPr>
          <w:b/>
        </w:rPr>
        <w:t>dvě</w:t>
      </w:r>
      <w:r w:rsidRPr="00AC5793">
        <w:t xml:space="preserve"> stavební práce v celkové hodnotě v součtu, včetně případných poddodávek, alespoň ve </w:t>
      </w:r>
      <w:r w:rsidR="00F26341" w:rsidRPr="00AC5793">
        <w:rPr>
          <w:b/>
        </w:rPr>
        <w:t>42 000 000,-</w:t>
      </w:r>
      <w:r w:rsidRPr="00AC5793">
        <w:t xml:space="preserve"> </w:t>
      </w:r>
      <w:r w:rsidRPr="00AC5793">
        <w:rPr>
          <w:b/>
        </w:rPr>
        <w:t>Kč</w:t>
      </w:r>
      <w:r w:rsidRPr="00AC5793">
        <w:t xml:space="preserve"> bez DPH, jejichž </w:t>
      </w:r>
      <w:r w:rsidR="00B477DA" w:rsidRPr="00AC5793">
        <w:t xml:space="preserve">předmětem </w:t>
      </w:r>
      <w:r w:rsidRPr="00AC5793">
        <w:t xml:space="preserve">byla </w:t>
      </w:r>
      <w:r w:rsidR="00A463B5" w:rsidRPr="00AC5793">
        <w:t>mimo jiné</w:t>
      </w:r>
      <w:r w:rsidRPr="00AC5793">
        <w:t xml:space="preserve"> </w:t>
      </w:r>
      <w:r w:rsidRPr="00AC5793">
        <w:rPr>
          <w:b/>
        </w:rPr>
        <w:t>novostavba</w:t>
      </w:r>
      <w:r w:rsidR="00F26341" w:rsidRPr="00AC5793">
        <w:rPr>
          <w:b/>
        </w:rPr>
        <w:t xml:space="preserve"> </w:t>
      </w:r>
      <w:r w:rsidR="00700622">
        <w:rPr>
          <w:b/>
        </w:rPr>
        <w:t>nebo</w:t>
      </w:r>
      <w:r w:rsidR="005B3472" w:rsidRPr="00AC5793">
        <w:rPr>
          <w:b/>
        </w:rPr>
        <w:t xml:space="preserve"> rekonstrukce </w:t>
      </w:r>
      <w:r w:rsidRPr="00AC5793">
        <w:rPr>
          <w:b/>
        </w:rPr>
        <w:t>železničního svršku a spodku,</w:t>
      </w:r>
      <w:r w:rsidRPr="00AC5793">
        <w:t xml:space="preserve"> </w:t>
      </w:r>
      <w:r w:rsidR="00F26341" w:rsidRPr="00AC5793">
        <w:rPr>
          <w:b/>
        </w:rPr>
        <w:t>včetně geotechnických sanačních prací na skalních svazích</w:t>
      </w:r>
      <w:r w:rsidRPr="00AC5793">
        <w:t xml:space="preserve">, přičemž celková hodnota alespoň jedné provedené stavební práce musí, včetně případných poddodávek, činit alespoň </w:t>
      </w:r>
      <w:r w:rsidR="00F26341" w:rsidRPr="00AC5793">
        <w:rPr>
          <w:b/>
        </w:rPr>
        <w:t>21 000 000,-</w:t>
      </w:r>
      <w:r w:rsidRPr="00AC5793">
        <w:t xml:space="preserve"> </w:t>
      </w:r>
      <w:r w:rsidRPr="00AC5793">
        <w:rPr>
          <w:b/>
        </w:rPr>
        <w:t xml:space="preserve">Kč </w:t>
      </w:r>
      <w:r w:rsidRPr="00AC5793">
        <w:t xml:space="preserve">bez DPH. </w:t>
      </w:r>
      <w:r w:rsidR="005E33AB" w:rsidRPr="00AC5793">
        <w:t xml:space="preserve">Hodnotou stavebních prací se </w:t>
      </w:r>
      <w:r w:rsidR="005E33AB" w:rsidRPr="00AC5793">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0304328A" w:rsidR="00CD2B30" w:rsidRDefault="002A1957" w:rsidP="00900C6F">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w:t>
      </w:r>
      <w:r w:rsidRPr="00BE414F">
        <w:lastRenderedPageBreak/>
        <w:t xml:space="preserve">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900C6F"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900C6F">
        <w:t>bylo osvědčení vydáno, resp. dodavatele, který stavební práce provedl. Seznam i osvědčení musí být předloženy i v případě, že byla objednatelem Správa železni</w:t>
      </w:r>
      <w:r w:rsidR="00B277ED" w:rsidRPr="00900C6F">
        <w:t>c</w:t>
      </w:r>
      <w:r w:rsidRPr="00900C6F">
        <w:t>, státní organizace</w:t>
      </w:r>
      <w:r w:rsidR="0035531B" w:rsidRPr="00900C6F">
        <w:t>.</w:t>
      </w:r>
    </w:p>
    <w:p w14:paraId="4375AA74" w14:textId="400D1FD7" w:rsidR="00AF4A09" w:rsidRDefault="00AF4A09" w:rsidP="002C04EE">
      <w:pPr>
        <w:pStyle w:val="Textbezslovn"/>
      </w:pPr>
      <w:r w:rsidRPr="00900C6F">
        <w:t xml:space="preserve">Doba </w:t>
      </w:r>
      <w:r w:rsidR="0087311C" w:rsidRPr="00900C6F">
        <w:t xml:space="preserve">posledních </w:t>
      </w:r>
      <w:r w:rsidR="00900C6F" w:rsidRPr="00900C6F">
        <w:t>10</w:t>
      </w:r>
      <w:r w:rsidRPr="00900C6F">
        <w:t xml:space="preserve"> let </w:t>
      </w:r>
      <w:r w:rsidR="0087311C" w:rsidRPr="00900C6F">
        <w:t xml:space="preserve">před zahájením výběrového řízení </w:t>
      </w:r>
      <w:r w:rsidRPr="00900C6F">
        <w:t xml:space="preserve">se </w:t>
      </w:r>
      <w:r w:rsidR="0087311C" w:rsidRPr="00900C6F">
        <w:t xml:space="preserve">pro účely prokázání technické kvalifikace ohledně referenčních zakázek </w:t>
      </w:r>
      <w:r w:rsidRPr="00900C6F">
        <w:t xml:space="preserve">považuje za splněnou, pokud byly stavební práce </w:t>
      </w:r>
      <w:r w:rsidR="0087311C" w:rsidRPr="00900C6F">
        <w:t xml:space="preserve">dokončeny </w:t>
      </w:r>
      <w:r w:rsidRPr="00900C6F">
        <w:t>v průběhu této doby</w:t>
      </w:r>
      <w:r w:rsidR="0087311C" w:rsidRPr="00900C6F">
        <w:t xml:space="preserve"> nebo kdykoli po zahájení výběrového řízení, včetně doby po podání nabídek, a to nejpozději do doby zadavatelem případně stanovené k předložení údajů a dokladů dle bodu 16.3 této Výzvy. P</w:t>
      </w:r>
      <w:r w:rsidRPr="00900C6F">
        <w:t xml:space="preserve">ro prokázání kvalifikace postačuje, aby byl požadovaný finanční objem stavebních prací dosažen za celou dobu realizace stavebních prací, nikoliv pouze v průběhu posledních </w:t>
      </w:r>
      <w:r w:rsidR="00900C6F" w:rsidRPr="00900C6F">
        <w:t>10</w:t>
      </w:r>
      <w:r w:rsidRPr="00900C6F">
        <w:t xml:space="preserve"> let před zahájením výběrového řízení. Dokončením se u stavebních prací </w:t>
      </w:r>
      <w:r w:rsidR="0087311C" w:rsidRPr="00900C6F">
        <w:t xml:space="preserve">pro účely prokázání technické kvalifikace v tomto výběrovém řízení </w:t>
      </w:r>
      <w:r w:rsidRPr="00900C6F">
        <w:t xml:space="preserve">rozumí </w:t>
      </w:r>
      <w:r w:rsidR="000E15C8" w:rsidRPr="00900C6F">
        <w:t xml:space="preserve">i </w:t>
      </w:r>
      <w:r w:rsidRPr="00900C6F">
        <w:t>uvedení díla</w:t>
      </w:r>
      <w:r w:rsidR="000E15C8" w:rsidRPr="00900C6F">
        <w:t>, resp. poslední části</w:t>
      </w:r>
      <w:r w:rsidR="00560665" w:rsidRPr="00900C6F">
        <w:t xml:space="preserve"> stavební práce</w:t>
      </w:r>
      <w:r w:rsidR="000E15C8" w:rsidRPr="00900C6F">
        <w:t>,</w:t>
      </w:r>
      <w:r w:rsidRPr="00900C6F">
        <w:t xml:space="preserve"> alespoň do zkušebního provozu. Zadavatel nicméně za dílo dokončené v období posledních </w:t>
      </w:r>
      <w:r w:rsidR="00900C6F" w:rsidRPr="00900C6F">
        <w:t>10</w:t>
      </w:r>
      <w:r w:rsidRPr="00900C6F">
        <w:t xml:space="preserve">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39079938" w14:textId="275B3EE7" w:rsidR="001C7EA1" w:rsidRDefault="00AF4A09" w:rsidP="001C7EA1">
      <w:pPr>
        <w:pStyle w:val="Textbezslovn"/>
      </w:pPr>
      <w:r>
        <w:t xml:space="preserve">Zadavatel požaduje předložení seznamu níže uvedených členů odborného personálu dodavatele (resp. personálu Zhotovitele). Pro každou osobu odborného personálu v níže uvedené </w:t>
      </w:r>
      <w:r w:rsidRPr="00900C6F">
        <w:t xml:space="preserve">funkci, s výjimkou </w:t>
      </w:r>
      <w:r w:rsidR="0050329F" w:rsidRPr="00900C6F">
        <w:t xml:space="preserve">autorizovaného </w:t>
      </w:r>
      <w:r w:rsidRPr="00900C6F">
        <w:t xml:space="preserve">zeměměřického inženýra, může být za účelem splnění kvalifikace doložena pouze jedna fyzická osoba. Jednotlivé požadavky na kvalifikační kritéria u každé jednotlivé funkce tedy, s výjimkou </w:t>
      </w:r>
      <w:r w:rsidR="0050329F" w:rsidRPr="00900C6F">
        <w:t xml:space="preserve">autorizovaného </w:t>
      </w:r>
      <w:r w:rsidRPr="00900C6F">
        <w:t>zeměměřického inženýra, nelze jakkoliv rozdělit mezi více fyzických osob, takže u téže funkce člena personálu nemůže být prokázáno splnění např. požadované</w:t>
      </w:r>
      <w:r w:rsidR="00F62556" w:rsidRPr="00900C6F">
        <w:t xml:space="preserve"> praxe</w:t>
      </w:r>
      <w:r w:rsidRPr="00900C6F">
        <w:t xml:space="preserve"> jednou osobou a pomocí jiné osoby odborná způsobilost. </w:t>
      </w:r>
      <w:r w:rsidR="000C3CD6" w:rsidRPr="00900C6F">
        <w:t xml:space="preserve">I v případě, že bude kvalifikace jednotlivých členů odborného personálu </w:t>
      </w:r>
      <w:r w:rsidR="00A256E5" w:rsidRPr="00900C6F">
        <w:t xml:space="preserve">v plném rozsahu </w:t>
      </w:r>
      <w:r w:rsidR="000C3CD6" w:rsidRPr="00900C6F">
        <w:t xml:space="preserve">prokázána samostatně více fyzickými osobami, může být ve smlouvě uvedena, s výjimkou </w:t>
      </w:r>
      <w:r w:rsidR="0050329F" w:rsidRPr="00900C6F">
        <w:t xml:space="preserve">autorizovaného </w:t>
      </w:r>
      <w:r w:rsidR="000C3CD6" w:rsidRPr="00900C6F">
        <w:t xml:space="preserve">zeměměřického inženýra, na příslušné pozici člena odborného personálu pouze jedna fyzická osoba. Tuto osobu je dodavatel povinen určit nejpozději v rámci součinnosti před uzavřením smlouvy. </w:t>
      </w:r>
      <w:r w:rsidRPr="00900C6F">
        <w:t>Dodavatel je oprávněn svěřit jedné fyzické osobě výkon více funkcí</w:t>
      </w:r>
      <w:r>
        <w:t xml:space="preserve"> člena odborného personálu dodavatele za předpokladu, že tato osoba splňuje všechna kvalifikační kritéria požadovaná na výkon těchto funkcí.</w:t>
      </w:r>
      <w:r w:rsidR="001C7EA1">
        <w:t xml:space="preserve"> </w:t>
      </w:r>
      <w:r w:rsidR="001C7EA1" w:rsidRPr="00AF4A09">
        <w:rPr>
          <w:b/>
        </w:rPr>
        <w:t>Funkci stavbyvedoucího a zástupce stavbyvedoucího však nelze takto sloučit, tyto funkce musí zastávat vždy odlišné fyzické osoby.</w:t>
      </w:r>
      <w:r w:rsidR="001C7EA1">
        <w:t xml:space="preserve"> </w:t>
      </w:r>
    </w:p>
    <w:p w14:paraId="01F2B035" w14:textId="025604ED" w:rsidR="00AF4A09" w:rsidRPr="00DF3D87"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lastRenderedPageBreak/>
        <w:t>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DF3D87">
        <w:t>předkládaných dokumentů):</w:t>
      </w:r>
    </w:p>
    <w:p w14:paraId="044069D6" w14:textId="13B5D767" w:rsidR="0035531B" w:rsidRPr="001C7EA1" w:rsidRDefault="0035531B" w:rsidP="00900C6F">
      <w:pPr>
        <w:pStyle w:val="Odstavec1-1a"/>
        <w:numPr>
          <w:ilvl w:val="0"/>
          <w:numId w:val="22"/>
        </w:numPr>
        <w:rPr>
          <w:rStyle w:val="Tun9b"/>
        </w:rPr>
      </w:pPr>
      <w:r w:rsidRPr="001C7EA1">
        <w:rPr>
          <w:rStyle w:val="Tun9b"/>
        </w:rPr>
        <w:t>stavbyvedoucí</w:t>
      </w:r>
    </w:p>
    <w:p w14:paraId="5D013D3E" w14:textId="77777777" w:rsidR="0035531B" w:rsidRPr="001C7EA1" w:rsidRDefault="0035531B" w:rsidP="00930B79">
      <w:pPr>
        <w:pStyle w:val="Odrka1-2-"/>
      </w:pPr>
      <w:r w:rsidRPr="001C7EA1">
        <w:t>nejméně 5 let praxe</w:t>
      </w:r>
      <w:r w:rsidR="00092CC9" w:rsidRPr="001C7EA1">
        <w:t xml:space="preserve"> v </w:t>
      </w:r>
      <w:r w:rsidRPr="001C7EA1">
        <w:t xml:space="preserve">řízení provádění staveb železničních drah; </w:t>
      </w:r>
    </w:p>
    <w:p w14:paraId="13976A36" w14:textId="3F2A745D" w:rsidR="0035531B" w:rsidRPr="001C7EA1" w:rsidRDefault="00AF4A09" w:rsidP="00AF4A09">
      <w:pPr>
        <w:pStyle w:val="Odrka1-2-"/>
      </w:pPr>
      <w:r w:rsidRPr="001C7EA1">
        <w:t xml:space="preserve">zkušenost s řízením realizace alespoň jedné zakázky </w:t>
      </w:r>
      <w:r w:rsidR="00642162" w:rsidRPr="001C7EA1">
        <w:t>na stavební práce, jež zahrnovala novostavbu</w:t>
      </w:r>
      <w:r w:rsidR="00DF3D87" w:rsidRPr="001C7EA1">
        <w:t xml:space="preserve"> </w:t>
      </w:r>
      <w:r w:rsidR="006E49CB">
        <w:t>nebo</w:t>
      </w:r>
      <w:r w:rsidR="00DF3D87" w:rsidRPr="001C7EA1">
        <w:t xml:space="preserve"> </w:t>
      </w:r>
      <w:r w:rsidR="00642162" w:rsidRPr="001C7EA1">
        <w:t xml:space="preserve">rekonstrukci </w:t>
      </w:r>
      <w:r w:rsidRPr="001C7EA1">
        <w:t xml:space="preserve">stavby železničních drah v hodnotě nejméně </w:t>
      </w:r>
      <w:r w:rsidR="00DF3D87" w:rsidRPr="001C7EA1">
        <w:rPr>
          <w:b/>
        </w:rPr>
        <w:t>21 000 000,- Kč</w:t>
      </w:r>
      <w:r w:rsidR="00DF3D87" w:rsidRPr="001C7EA1">
        <w:t xml:space="preserve"> bez DPH</w:t>
      </w:r>
      <w:r w:rsidRPr="001C7EA1">
        <w:t xml:space="preserve">, a to v posledních 10 letech před zahájením výběrového řízení; jejímž předmětem byla mimo jiné </w:t>
      </w:r>
      <w:r w:rsidR="00BE3236" w:rsidRPr="001C7EA1">
        <w:t>novostavba</w:t>
      </w:r>
      <w:r w:rsidR="00DF3D87" w:rsidRPr="001C7EA1">
        <w:t xml:space="preserve"> </w:t>
      </w:r>
      <w:r w:rsidR="00B74A51">
        <w:t>nebo</w:t>
      </w:r>
      <w:r w:rsidR="00BE3236" w:rsidRPr="001C7EA1">
        <w:t xml:space="preserve"> </w:t>
      </w:r>
      <w:r w:rsidRPr="001C7EA1">
        <w:t xml:space="preserve">rekonstrukce </w:t>
      </w:r>
      <w:r w:rsidR="00DF3D87" w:rsidRPr="001C7EA1">
        <w:t>železničního svršku a spodku, včetně geotechnických sanačních prací na skalních svazích</w:t>
      </w:r>
      <w:r w:rsidR="0035531B" w:rsidRPr="001C7EA1">
        <w:t>;</w:t>
      </w:r>
    </w:p>
    <w:p w14:paraId="32D268AB" w14:textId="50F15CEC" w:rsidR="0035531B" w:rsidRPr="00DF3D87" w:rsidRDefault="0035531B" w:rsidP="00AD1771">
      <w:pPr>
        <w:pStyle w:val="Odrka1-2-"/>
      </w:pPr>
      <w:r w:rsidRPr="00DF3D87">
        <w:t>musí předložit doklad</w:t>
      </w:r>
      <w:r w:rsidR="00092CC9" w:rsidRPr="00DF3D87">
        <w:t xml:space="preserve"> o </w:t>
      </w:r>
      <w:r w:rsidRPr="00DF3D87">
        <w:t>autorizaci</w:t>
      </w:r>
      <w:r w:rsidR="00092CC9" w:rsidRPr="00DF3D87">
        <w:t xml:space="preserve"> v </w:t>
      </w:r>
      <w:r w:rsidRPr="00DF3D87">
        <w:t xml:space="preserve">rozsahu dle § 5 odst. 3 písm. </w:t>
      </w:r>
      <w:r w:rsidRPr="00DF3D87">
        <w:rPr>
          <w:b/>
        </w:rPr>
        <w:t>b)</w:t>
      </w:r>
      <w:r w:rsidRPr="00DF3D87">
        <w:t xml:space="preserve"> </w:t>
      </w:r>
      <w:r w:rsidR="007476A8" w:rsidRPr="00DF3D87">
        <w:t xml:space="preserve">autorizačního </w:t>
      </w:r>
      <w:r w:rsidRPr="00DF3D87">
        <w:t>zákona, tedy</w:t>
      </w:r>
      <w:r w:rsidR="00092CC9" w:rsidRPr="00DF3D87">
        <w:t xml:space="preserve"> v </w:t>
      </w:r>
      <w:r w:rsidRPr="00DF3D87">
        <w:t>oboru dopravní stavby;</w:t>
      </w:r>
    </w:p>
    <w:p w14:paraId="6BFB38C9" w14:textId="1853A2F7" w:rsidR="0035531B" w:rsidRPr="00DF3D87" w:rsidRDefault="001C7EA1" w:rsidP="00930B79">
      <w:pPr>
        <w:pStyle w:val="Odstavec1-1a"/>
        <w:rPr>
          <w:rStyle w:val="Tun9b"/>
        </w:rPr>
      </w:pPr>
      <w:r>
        <w:rPr>
          <w:rStyle w:val="Tun9b"/>
        </w:rPr>
        <w:t xml:space="preserve">zástupce stavbyvedoucího - </w:t>
      </w:r>
      <w:r w:rsidR="0035531B" w:rsidRPr="00DF3D87">
        <w:rPr>
          <w:rStyle w:val="Tun9b"/>
        </w:rPr>
        <w:t>specialista (vedoucí prací) na železniční svršek</w:t>
      </w:r>
      <w:r w:rsidR="00AF4A09" w:rsidRPr="00DF3D87">
        <w:rPr>
          <w:rStyle w:val="Tun9b"/>
        </w:rPr>
        <w:t xml:space="preserve"> a spodek</w:t>
      </w:r>
      <w:r w:rsidR="0035531B" w:rsidRPr="00DF3D87">
        <w:rPr>
          <w:rStyle w:val="Tun9b"/>
        </w:rPr>
        <w:t xml:space="preserve"> </w:t>
      </w:r>
    </w:p>
    <w:p w14:paraId="662C075E" w14:textId="77777777" w:rsidR="0035531B" w:rsidRPr="00DF3D87" w:rsidRDefault="0035531B" w:rsidP="00930B79">
      <w:pPr>
        <w:pStyle w:val="Odrka1-2-"/>
      </w:pPr>
      <w:r w:rsidRPr="00DF3D87">
        <w:t>nejméně 5 let praxe</w:t>
      </w:r>
      <w:r w:rsidR="00092CC9" w:rsidRPr="00DF3D87">
        <w:t xml:space="preserve"> v </w:t>
      </w:r>
      <w:r w:rsidRPr="00DF3D87">
        <w:t xml:space="preserve">oboru své specializace </w:t>
      </w:r>
      <w:r w:rsidR="00B07880" w:rsidRPr="00DF3D87">
        <w:t xml:space="preserve">(železniční svršek a spodek) </w:t>
      </w:r>
      <w:r w:rsidRPr="00DF3D87">
        <w:t>při provádění staveb;</w:t>
      </w:r>
    </w:p>
    <w:p w14:paraId="42239763" w14:textId="102F2A72" w:rsidR="0035531B" w:rsidRPr="00DF3D87" w:rsidRDefault="00DF3D87" w:rsidP="00DF3D87">
      <w:pPr>
        <w:pStyle w:val="Odrka1-2-"/>
      </w:pPr>
      <w:r w:rsidRPr="00DF3D87">
        <w:t xml:space="preserve">musí předložit doklad o autorizaci v rozsahu dle § 5 odst. 3 písm. </w:t>
      </w:r>
      <w:r w:rsidRPr="00DF3D87">
        <w:rPr>
          <w:b/>
        </w:rPr>
        <w:t>b)</w:t>
      </w:r>
      <w:r w:rsidRPr="00DF3D87">
        <w:t xml:space="preserve"> zákona, tedy v oboru dopravní stavby;</w:t>
      </w:r>
    </w:p>
    <w:p w14:paraId="3EB49A7A" w14:textId="77777777" w:rsidR="0035531B" w:rsidRPr="00DF3D87" w:rsidRDefault="0035531B" w:rsidP="008B2021">
      <w:pPr>
        <w:pStyle w:val="Odstavec1-1a"/>
        <w:rPr>
          <w:rStyle w:val="Tun9b"/>
        </w:rPr>
      </w:pPr>
      <w:r w:rsidRPr="00DF3D87">
        <w:rPr>
          <w:rStyle w:val="Tun9b"/>
        </w:rPr>
        <w:t>specialista (vedoucí prací) na geotechniku</w:t>
      </w:r>
    </w:p>
    <w:p w14:paraId="0CE46F73" w14:textId="77777777" w:rsidR="0035531B" w:rsidRPr="00DF3D87" w:rsidRDefault="0035531B" w:rsidP="008B2021">
      <w:pPr>
        <w:pStyle w:val="Odrka1-2-"/>
      </w:pPr>
      <w:r w:rsidRPr="00DF3D87">
        <w:t>nejméně 5 let praxe</w:t>
      </w:r>
      <w:r w:rsidR="00092CC9" w:rsidRPr="00DF3D87">
        <w:t xml:space="preserve"> v </w:t>
      </w:r>
      <w:r w:rsidRPr="00DF3D87">
        <w:t xml:space="preserve">oboru své specializace </w:t>
      </w:r>
      <w:r w:rsidR="00B07880" w:rsidRPr="00DF3D87">
        <w:t xml:space="preserve">(geotechnika) </w:t>
      </w:r>
      <w:r w:rsidRPr="00DF3D87">
        <w:t>při provádění staveb;</w:t>
      </w:r>
    </w:p>
    <w:p w14:paraId="329438AA" w14:textId="7C7C0EA2" w:rsidR="0035531B" w:rsidRPr="00DF3D87" w:rsidRDefault="0035531B" w:rsidP="0035531B">
      <w:pPr>
        <w:pStyle w:val="Odrka1-2-"/>
      </w:pPr>
      <w:r w:rsidRPr="00DF3D87">
        <w:t>musí předložit doklad</w:t>
      </w:r>
      <w:r w:rsidR="00092CC9" w:rsidRPr="00DF3D87">
        <w:t xml:space="preserve"> o </w:t>
      </w:r>
      <w:r w:rsidRPr="00DF3D87">
        <w:t>autorizaci</w:t>
      </w:r>
      <w:r w:rsidR="00092CC9" w:rsidRPr="00DF3D87">
        <w:t xml:space="preserve"> v </w:t>
      </w:r>
      <w:r w:rsidRPr="00DF3D87">
        <w:t xml:space="preserve">rozsahu dle § 5 odst. 3 písm. </w:t>
      </w:r>
      <w:r w:rsidRPr="00DF3D87">
        <w:rPr>
          <w:b/>
        </w:rPr>
        <w:t>i)</w:t>
      </w:r>
      <w:r w:rsidRPr="00DF3D87">
        <w:t xml:space="preserve"> autorizačního zákona, tedy</w:t>
      </w:r>
      <w:r w:rsidR="00092CC9" w:rsidRPr="00DF3D87">
        <w:t xml:space="preserve"> v </w:t>
      </w:r>
      <w:r w:rsidRPr="00DF3D87">
        <w:t>oboru geotechnika;</w:t>
      </w:r>
    </w:p>
    <w:p w14:paraId="3EC1E69A" w14:textId="45235143" w:rsidR="0035531B" w:rsidRPr="00DF3D87" w:rsidRDefault="0050329F" w:rsidP="008B2021">
      <w:pPr>
        <w:pStyle w:val="Odstavec1-1a"/>
        <w:rPr>
          <w:rStyle w:val="Tun9b"/>
        </w:rPr>
      </w:pPr>
      <w:r w:rsidRPr="00DF3D87">
        <w:rPr>
          <w:rStyle w:val="Tun9b"/>
        </w:rPr>
        <w:t xml:space="preserve">autorizovaný </w:t>
      </w:r>
      <w:r w:rsidR="0035531B" w:rsidRPr="00DF3D87">
        <w:rPr>
          <w:rStyle w:val="Tun9b"/>
        </w:rPr>
        <w:t>zeměměřický inženýr</w:t>
      </w:r>
    </w:p>
    <w:p w14:paraId="2FB873C5" w14:textId="3E4A5809" w:rsidR="0035531B" w:rsidRPr="00DF3D87" w:rsidRDefault="0050329F" w:rsidP="008B2021">
      <w:pPr>
        <w:pStyle w:val="Odrka1-2-"/>
      </w:pPr>
      <w:r w:rsidRPr="00DF3D87">
        <w:t xml:space="preserve">autorizace </w:t>
      </w:r>
      <w:r w:rsidR="0035531B" w:rsidRPr="00DF3D87">
        <w:t>pro ověřování výsledků zeměměřických činností</w:t>
      </w:r>
      <w:r w:rsidR="00092CC9" w:rsidRPr="00DF3D87">
        <w:t xml:space="preserve"> v </w:t>
      </w:r>
      <w:r w:rsidR="0035531B" w:rsidRPr="00DF3D87">
        <w:t>rozsahu dle §</w:t>
      </w:r>
      <w:r w:rsidRPr="00DF3D87">
        <w:t xml:space="preserve"> 16f</w:t>
      </w:r>
      <w:r w:rsidR="0035531B" w:rsidRPr="00DF3D87">
        <w:t xml:space="preserve"> odst. 1 písm. </w:t>
      </w:r>
      <w:r w:rsidR="0035531B" w:rsidRPr="00DF3D87">
        <w:rPr>
          <w:b/>
        </w:rPr>
        <w:t>a)</w:t>
      </w:r>
      <w:r w:rsidR="00845C50" w:rsidRPr="00DF3D87">
        <w:t xml:space="preserve"> a </w:t>
      </w:r>
      <w:r w:rsidR="0035531B" w:rsidRPr="00DF3D87">
        <w:rPr>
          <w:b/>
        </w:rPr>
        <w:t>c)</w:t>
      </w:r>
      <w:r w:rsidR="0035531B" w:rsidRPr="00DF3D87">
        <w:t xml:space="preserve"> zákona č. 200/1994 Sb.,</w:t>
      </w:r>
      <w:r w:rsidR="00092CC9" w:rsidRPr="00DF3D87">
        <w:t xml:space="preserve"> o </w:t>
      </w:r>
      <w:r w:rsidR="0035531B" w:rsidRPr="00DF3D87">
        <w:t>zeměměřictví</w:t>
      </w:r>
      <w:r w:rsidR="00845C50" w:rsidRPr="00DF3D87">
        <w:t xml:space="preserve"> a</w:t>
      </w:r>
      <w:r w:rsidR="00092CC9" w:rsidRPr="00DF3D87">
        <w:t xml:space="preserve"> o </w:t>
      </w:r>
      <w:r w:rsidR="0035531B" w:rsidRPr="00DF3D87">
        <w:t>změně</w:t>
      </w:r>
      <w:r w:rsidR="00845C50" w:rsidRPr="00DF3D87">
        <w:t xml:space="preserve"> a </w:t>
      </w:r>
      <w:r w:rsidR="0035531B" w:rsidRPr="00DF3D87">
        <w:t>doplnění některých zákonů souvisejících</w:t>
      </w:r>
      <w:r w:rsidR="00845C50" w:rsidRPr="00DF3D87">
        <w:t xml:space="preserve"> s </w:t>
      </w:r>
      <w:r w:rsidR="0035531B" w:rsidRPr="00DF3D87">
        <w:t>jeho zavedením, ve znění pozdějších předpisů</w:t>
      </w:r>
      <w:r w:rsidR="00F62556" w:rsidRPr="00DF3D8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85CEB46"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900C6F"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900C6F">
        <w:rPr>
          <w:rFonts w:ascii="Verdana" w:hAnsi="Verdana"/>
        </w:rPr>
        <w:t>spadající do období více jak 10 let před zahájením výběrového řízení</w:t>
      </w:r>
      <w:r w:rsidRPr="00900C6F">
        <w:t xml:space="preserve">).   </w:t>
      </w:r>
    </w:p>
    <w:p w14:paraId="3B33F0D7" w14:textId="1B0DEB1B" w:rsidR="00FF08AB" w:rsidRDefault="00FF08AB" w:rsidP="008B2021">
      <w:pPr>
        <w:pStyle w:val="Textbezslovn"/>
      </w:pPr>
      <w:r w:rsidRPr="00900C6F">
        <w:t xml:space="preserve">V případě, že je v seznamu členů odborného personálu dodavatele ve funkci </w:t>
      </w:r>
      <w:r w:rsidR="0050329F" w:rsidRPr="00900C6F">
        <w:t xml:space="preserve">autorizovaného </w:t>
      </w:r>
      <w:r w:rsidRPr="00900C6F">
        <w:t xml:space="preserve">zeměměřického inženýra dodavatelem uvedeno za účelem prokázání kvalifikace více osob, zadavatel požaduje, aby požadovaný rozsah </w:t>
      </w:r>
      <w:r w:rsidR="0050329F" w:rsidRPr="00900C6F">
        <w:t xml:space="preserve">autorizace </w:t>
      </w:r>
      <w:r w:rsidRPr="00900C6F">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900C6F">
        <w:t xml:space="preserve"> 16f</w:t>
      </w:r>
      <w:r w:rsidRPr="00900C6F">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w:t>
      </w:r>
      <w:r>
        <w:lastRenderedPageBreak/>
        <w:t>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w:t>
      </w:r>
      <w:r w:rsidR="00074F3B" w:rsidRPr="00E86BE3">
        <w:rPr>
          <w:b/>
          <w:color w:val="000000"/>
        </w:rPr>
        <w:lastRenderedPageBreak/>
        <w:t>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FBAD942"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61917799"/>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8ECC4FD"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3E4E01A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900C6F">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61917800"/>
      <w:r>
        <w:t>PROHLÍDKA MÍSTA PLNĚNÍ (STAVENIŠTĚ)</w:t>
      </w:r>
      <w:bookmarkEnd w:id="15"/>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61917801"/>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61917802"/>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00C6F">
        <w:rPr>
          <w:rFonts w:cs="Arial"/>
          <w:b/>
        </w:rPr>
        <w:t>Nabídky lze podat v termínu, který je uveden na profilu zadavatele:</w:t>
      </w:r>
      <w:r w:rsidRPr="00900C6F">
        <w:rPr>
          <w:rFonts w:cs="Arial"/>
        </w:rPr>
        <w:t xml:space="preserve"> </w:t>
      </w:r>
      <w:hyperlink r:id="rId20" w:history="1">
        <w:r w:rsidRPr="00900C6F">
          <w:rPr>
            <w:rStyle w:val="Hypertextovodkaz"/>
            <w:rFonts w:cs="Arial"/>
            <w:b/>
            <w:bCs/>
            <w:lang w:eastAsia="cs-CZ"/>
          </w:rPr>
          <w:t>https://zakazky.spravazeleznic.cz/</w:t>
        </w:r>
      </w:hyperlink>
      <w:r w:rsidRPr="00900C6F">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45836C31"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1A1C15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E59CB7" w:rsidR="0035531B" w:rsidRPr="00843468" w:rsidRDefault="00695DAA" w:rsidP="00695DAA">
      <w:pPr>
        <w:pStyle w:val="Odrka1-1"/>
      </w:pPr>
      <w:r w:rsidRPr="00843468">
        <w:t xml:space="preserve">Oceněný Soupis prací </w:t>
      </w:r>
      <w:r w:rsidR="00BB0379" w:rsidRPr="00843468">
        <w:t>obsažený</w:t>
      </w:r>
      <w:r w:rsidRPr="00843468">
        <w:t xml:space="preserve"> v Dílu 4 zadávací dokumentace</w:t>
      </w:r>
      <w:r w:rsidR="00BB0379" w:rsidRPr="00843468">
        <w:t>, včetně Rekapitulace ceny dle SO a PS</w:t>
      </w:r>
      <w:r w:rsidR="0035531B" w:rsidRPr="00843468">
        <w:t>.</w:t>
      </w:r>
    </w:p>
    <w:p w14:paraId="44A1EE1D" w14:textId="5DDA6D1D"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61917803"/>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61917804"/>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82F4E6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900C6F">
        <w:t xml:space="preserve">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900C6F">
        <w:t xml:space="preserve">či pojistné </w:t>
      </w:r>
      <w:r w:rsidRPr="00900C6F">
        <w:t>záruky k zajištění plnění Smlouvy (</w:t>
      </w:r>
      <w:r w:rsidR="00C01E17" w:rsidRPr="00900C6F">
        <w:t>Bankovní záruka za provedení Díla a Pojistná záruka za provedení Díla</w:t>
      </w:r>
      <w:r w:rsidRPr="00900C6F">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61917805"/>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61917806"/>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lastRenderedPageBreak/>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61917807"/>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61917808"/>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7C4117D"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61917809"/>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19EE9A9"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CD0E50">
        <w:t xml:space="preserve">uvedené v článku 19.3, resp. v článku 19.4 </w:t>
      </w:r>
      <w:r w:rsidR="005909AC" w:rsidRPr="00CD0E50">
        <w:t xml:space="preserve">až </w:t>
      </w:r>
      <w:r w:rsidR="007A2277" w:rsidRPr="00CD0E50">
        <w:t>19.9</w:t>
      </w:r>
      <w:r w:rsidR="005909AC" w:rsidRPr="00CD0E50">
        <w:t xml:space="preserve"> </w:t>
      </w:r>
      <w:r w:rsidRPr="00CD0E50">
        <w:t>Výzvy</w:t>
      </w:r>
      <w:r w:rsidR="002952C6" w:rsidRPr="00CD0E50">
        <w:t>,</w:t>
      </w:r>
      <w:r w:rsidR="002952C6">
        <w:t xml:space="preserve">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6E3FDAF6"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1E04D8C5" w14:textId="27A546B4" w:rsidR="007D5A8D" w:rsidRDefault="00C759F1" w:rsidP="00843468">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4320E12"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6B29C1">
        <w:t>dle čl. 8.</w:t>
      </w:r>
      <w:r w:rsidR="006B29C1" w:rsidRPr="006B29C1">
        <w:t>9</w:t>
      </w:r>
      <w:r w:rsidRPr="006B29C1">
        <w:t xml:space="preserve"> Výzvy</w:t>
      </w:r>
      <w:r>
        <w:t xml:space="preserve"> ve vztahu k této jiné osobě.</w:t>
      </w:r>
    </w:p>
    <w:p w14:paraId="1350EBB6" w14:textId="77777777" w:rsidR="0035531B" w:rsidRDefault="0035531B" w:rsidP="00B77C6D">
      <w:pPr>
        <w:pStyle w:val="Nadpis1-1"/>
      </w:pPr>
      <w:bookmarkStart w:id="26" w:name="_Toc161917810"/>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61917811"/>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5E71C53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10ACD">
        <w:t>článku 4.9 závazného vzoru</w:t>
      </w:r>
      <w:r>
        <w:t xml:space="preserve"> smlouvy, který je dílem 2 zadávací dokumentace.</w:t>
      </w:r>
    </w:p>
    <w:p w14:paraId="1AD277E7" w14:textId="5D6329A1" w:rsidR="00261024" w:rsidRDefault="00261024" w:rsidP="009D0F0A">
      <w:pPr>
        <w:pStyle w:val="Nadpis1-1"/>
        <w:jc w:val="both"/>
      </w:pPr>
      <w:bookmarkStart w:id="29" w:name="_Toc161917812"/>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61917813"/>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319D0F4D" w14:textId="77777777" w:rsidR="00A0639C" w:rsidRDefault="00A0639C" w:rsidP="00564DDD">
      <w:pPr>
        <w:pStyle w:val="Textbezslovn"/>
        <w:spacing w:after="0"/>
      </w:pPr>
    </w:p>
    <w:p w14:paraId="23845442" w14:textId="360D26FA" w:rsidR="0035531B" w:rsidRPr="006B29C1" w:rsidRDefault="0035531B" w:rsidP="00564DDD">
      <w:pPr>
        <w:pStyle w:val="Textbezslovn"/>
        <w:spacing w:after="0"/>
      </w:pPr>
      <w:r w:rsidRPr="006B29C1">
        <w:t>V</w:t>
      </w:r>
      <w:r w:rsidR="00B36181" w:rsidRPr="006B29C1">
        <w:t> </w:t>
      </w:r>
      <w:r w:rsidRPr="006B29C1">
        <w:t xml:space="preserve">Praze </w:t>
      </w:r>
    </w:p>
    <w:p w14:paraId="26A13A79" w14:textId="77777777" w:rsidR="0035531B" w:rsidRPr="006B29C1" w:rsidRDefault="0035531B" w:rsidP="00564DDD">
      <w:pPr>
        <w:pStyle w:val="Textbezslovn"/>
        <w:spacing w:after="0"/>
      </w:pPr>
    </w:p>
    <w:p w14:paraId="124D0D46" w14:textId="3FBF5479" w:rsidR="0035531B" w:rsidRPr="006B29C1" w:rsidRDefault="0035531B" w:rsidP="00564DDD">
      <w:pPr>
        <w:pStyle w:val="Textbezslovn"/>
        <w:spacing w:after="0"/>
      </w:pPr>
    </w:p>
    <w:p w14:paraId="2A18705D" w14:textId="1F52AAB3" w:rsidR="00B35448" w:rsidRPr="006B29C1" w:rsidRDefault="00B35448" w:rsidP="00564DDD">
      <w:pPr>
        <w:pStyle w:val="Textbezslovn"/>
        <w:spacing w:after="0"/>
      </w:pPr>
    </w:p>
    <w:p w14:paraId="416B468E" w14:textId="7160C593" w:rsidR="006B29C1" w:rsidRDefault="006B29C1" w:rsidP="00564DDD">
      <w:pPr>
        <w:pStyle w:val="Textbezslovn"/>
        <w:spacing w:after="0"/>
      </w:pPr>
    </w:p>
    <w:p w14:paraId="288898FB" w14:textId="77777777" w:rsidR="00A0639C" w:rsidRPr="006B29C1" w:rsidRDefault="00A0639C" w:rsidP="00564DDD">
      <w:pPr>
        <w:pStyle w:val="Textbezslovn"/>
        <w:spacing w:after="0"/>
      </w:pPr>
    </w:p>
    <w:p w14:paraId="3102FDB0" w14:textId="77777777" w:rsidR="0035531B" w:rsidRPr="006B29C1" w:rsidRDefault="0035531B" w:rsidP="00564DDD">
      <w:pPr>
        <w:pStyle w:val="Textbezslovn"/>
        <w:spacing w:after="0"/>
      </w:pPr>
    </w:p>
    <w:p w14:paraId="5ACB18CF" w14:textId="5D30336A" w:rsidR="0035531B" w:rsidRPr="006B29C1" w:rsidRDefault="0035531B" w:rsidP="00564DDD">
      <w:pPr>
        <w:pStyle w:val="Textbezslovn"/>
        <w:spacing w:after="0"/>
      </w:pPr>
      <w:r w:rsidRPr="006B29C1">
        <w:t>……………………………………………</w:t>
      </w:r>
    </w:p>
    <w:p w14:paraId="3C83AF2A" w14:textId="77777777" w:rsidR="0035531B" w:rsidRPr="006B29C1" w:rsidRDefault="0035531B" w:rsidP="00564DDD">
      <w:pPr>
        <w:pStyle w:val="Textbezslovn"/>
        <w:spacing w:after="0"/>
      </w:pPr>
      <w:r w:rsidRPr="006B29C1">
        <w:t>Ing. Mojmír Nejezchleb</w:t>
      </w:r>
    </w:p>
    <w:p w14:paraId="22E3C2AA" w14:textId="77777777" w:rsidR="0035531B" w:rsidRPr="006B29C1" w:rsidRDefault="0035531B" w:rsidP="00564DDD">
      <w:pPr>
        <w:pStyle w:val="Textbezslovn"/>
        <w:spacing w:after="0"/>
      </w:pPr>
      <w:r w:rsidRPr="006B29C1">
        <w:t>náměstek generálního ředitele pro modernizaci dráhy</w:t>
      </w:r>
    </w:p>
    <w:p w14:paraId="16AFB686" w14:textId="77777777" w:rsidR="00564DDD" w:rsidRDefault="0035531B" w:rsidP="00B36181">
      <w:pPr>
        <w:pStyle w:val="Textbezslovn"/>
        <w:spacing w:after="0"/>
      </w:pPr>
      <w:r w:rsidRPr="006B29C1">
        <w:t>Správa železni</w:t>
      </w:r>
      <w:r w:rsidR="00B277ED" w:rsidRPr="006B29C1">
        <w:t>c</w:t>
      </w:r>
      <w:r w:rsidRPr="006B29C1">
        <w:t>,</w:t>
      </w:r>
      <w:r w:rsidR="00B277ED" w:rsidRPr="006B29C1">
        <w:t xml:space="preserve"> </w:t>
      </w:r>
      <w:r w:rsidRPr="006B29C1">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95E1F65" w:rsidR="008C65E0" w:rsidRDefault="006A6AF2" w:rsidP="006A6AF2">
      <w:pPr>
        <w:pStyle w:val="Textbezslovn"/>
        <w:ind w:left="0"/>
      </w:pPr>
      <w:r w:rsidRPr="006A6AF2">
        <w:t xml:space="preserve">Řádně jsme se seznámili se zněním zadávacích podmínek veřejné zakázky s názvem </w:t>
      </w:r>
      <w:r w:rsidR="006B29C1" w:rsidRPr="006B29C1">
        <w:rPr>
          <w:b/>
        </w:rPr>
        <w:t>„Zajištění skalních masivů na trati Hlubočky – Hrubá Voda – Domašov nad Bystřicí“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51D2E06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12218E82"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CD0E50">
              <w:rPr>
                <w:b/>
              </w:rPr>
              <w:t>10</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CD0E50">
        <w:t xml:space="preserve">/ </w:t>
      </w:r>
      <w:r w:rsidR="007A2277" w:rsidRPr="00CD0E50">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07C4DD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D0E50">
        <w:t>„</w:t>
      </w:r>
      <w:r w:rsidR="00CD0E50" w:rsidRPr="00073AF5">
        <w:rPr>
          <w:rFonts w:eastAsia="Times New Roman" w:cs="Arial"/>
          <w:b/>
          <w:color w:val="000000"/>
          <w:lang w:eastAsia="cs-CZ"/>
        </w:rPr>
        <w:t>Zajištění skalních masivů na trati Hlubočky – Hrubá Voda – Domašov nad Bystřicí</w:t>
      </w:r>
      <w:r w:rsidR="00CD0E50">
        <w:rPr>
          <w:rFonts w:eastAsia="Times New Roman" w:cs="Arial"/>
          <w:b/>
          <w:color w:val="000000"/>
          <w:lang w:eastAsia="cs-CZ"/>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F57EB">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1F5EB" w14:textId="77777777" w:rsidR="00B74A51" w:rsidRDefault="00B74A51" w:rsidP="00962258">
      <w:pPr>
        <w:spacing w:after="0" w:line="240" w:lineRule="auto"/>
      </w:pPr>
      <w:r>
        <w:separator/>
      </w:r>
    </w:p>
  </w:endnote>
  <w:endnote w:type="continuationSeparator" w:id="0">
    <w:p w14:paraId="104345A8" w14:textId="77777777" w:rsidR="00B74A51" w:rsidRDefault="00B74A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4A51" w14:paraId="43E6FD8A" w14:textId="77777777" w:rsidTr="00EB46E5">
      <w:tc>
        <w:tcPr>
          <w:tcW w:w="1361" w:type="dxa"/>
          <w:tcMar>
            <w:left w:w="0" w:type="dxa"/>
            <w:right w:w="0" w:type="dxa"/>
          </w:tcMar>
          <w:vAlign w:val="bottom"/>
        </w:tcPr>
        <w:p w14:paraId="016FBFAA" w14:textId="26D9DAE5" w:rsidR="00B74A51" w:rsidRPr="00B8518B" w:rsidRDefault="00B74A5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B74A51" w:rsidRDefault="00B74A51" w:rsidP="00B8518B">
          <w:pPr>
            <w:pStyle w:val="Zpat"/>
          </w:pPr>
        </w:p>
      </w:tc>
      <w:tc>
        <w:tcPr>
          <w:tcW w:w="425" w:type="dxa"/>
          <w:shd w:val="clear" w:color="auto" w:fill="auto"/>
          <w:tcMar>
            <w:left w:w="0" w:type="dxa"/>
            <w:right w:w="0" w:type="dxa"/>
          </w:tcMar>
        </w:tcPr>
        <w:p w14:paraId="45F1B8FE" w14:textId="77777777" w:rsidR="00B74A51" w:rsidRDefault="00B74A51" w:rsidP="00B8518B">
          <w:pPr>
            <w:pStyle w:val="Zpat"/>
          </w:pPr>
        </w:p>
      </w:tc>
      <w:tc>
        <w:tcPr>
          <w:tcW w:w="8505" w:type="dxa"/>
        </w:tcPr>
        <w:p w14:paraId="6552BBF7" w14:textId="6B60AD83" w:rsidR="00B74A51" w:rsidRDefault="00B74A51" w:rsidP="00EB46E5">
          <w:pPr>
            <w:pStyle w:val="Zpat0"/>
          </w:pPr>
          <w:r w:rsidRPr="00663A81">
            <w:t>„Zajištění skalních masivů na trati Hlubočky – Hrubá Voda – Domašov nad Bystřicí</w:t>
          </w:r>
          <w:r>
            <w:t>“</w:t>
          </w:r>
        </w:p>
        <w:p w14:paraId="3201EED0" w14:textId="77777777" w:rsidR="00B74A51" w:rsidRDefault="00B74A51" w:rsidP="00EB46E5">
          <w:pPr>
            <w:pStyle w:val="Zpat0"/>
          </w:pPr>
          <w:r>
            <w:t>Díl 1 – VÝZVA K PODÁNÍ NABÍDKY</w:t>
          </w:r>
        </w:p>
        <w:p w14:paraId="0F33739D" w14:textId="77777777" w:rsidR="00B74A51" w:rsidRDefault="00B74A51" w:rsidP="0035531B">
          <w:pPr>
            <w:pStyle w:val="Zpat0"/>
          </w:pPr>
        </w:p>
      </w:tc>
    </w:tr>
  </w:tbl>
  <w:p w14:paraId="0F99771F" w14:textId="77777777" w:rsidR="00B74A51" w:rsidRPr="00B8518B" w:rsidRDefault="00B74A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B74A51" w:rsidRPr="00B8518B" w:rsidRDefault="00B74A51" w:rsidP="00460660">
    <w:pPr>
      <w:pStyle w:val="Zpat"/>
      <w:rPr>
        <w:sz w:val="2"/>
        <w:szCs w:val="2"/>
      </w:rPr>
    </w:pPr>
  </w:p>
  <w:p w14:paraId="542534AD" w14:textId="77777777" w:rsidR="00B74A51" w:rsidRPr="00460660" w:rsidRDefault="00B74A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2FF61" w14:textId="77777777" w:rsidR="00B74A51" w:rsidRDefault="00B74A51" w:rsidP="00962258">
      <w:pPr>
        <w:spacing w:after="0" w:line="240" w:lineRule="auto"/>
      </w:pPr>
      <w:r>
        <w:separator/>
      </w:r>
    </w:p>
  </w:footnote>
  <w:footnote w:type="continuationSeparator" w:id="0">
    <w:p w14:paraId="40756BBE" w14:textId="77777777" w:rsidR="00B74A51" w:rsidRDefault="00B74A51" w:rsidP="00962258">
      <w:pPr>
        <w:spacing w:after="0" w:line="240" w:lineRule="auto"/>
      </w:pPr>
      <w:r>
        <w:continuationSeparator/>
      </w:r>
    </w:p>
  </w:footnote>
  <w:footnote w:id="1">
    <w:p w14:paraId="1EBCE932" w14:textId="43111077" w:rsidR="00B74A51" w:rsidRDefault="00B74A51"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B74A51" w:rsidRDefault="00B74A5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B74A51" w:rsidRDefault="00B74A5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B74A51" w:rsidRDefault="00B74A5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B74A51" w:rsidRDefault="00B74A5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B74A51" w:rsidRDefault="00B74A5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B74A51" w:rsidRDefault="00B74A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B74A51" w:rsidRDefault="00B74A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B74A51" w:rsidRDefault="00B74A5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4A51" w14:paraId="79A2CDDF" w14:textId="77777777" w:rsidTr="00C02D0A">
      <w:trPr>
        <w:trHeight w:hRule="exact" w:val="454"/>
      </w:trPr>
      <w:tc>
        <w:tcPr>
          <w:tcW w:w="1361" w:type="dxa"/>
          <w:tcMar>
            <w:top w:w="57" w:type="dxa"/>
            <w:left w:w="0" w:type="dxa"/>
            <w:right w:w="0" w:type="dxa"/>
          </w:tcMar>
        </w:tcPr>
        <w:p w14:paraId="6F56E93F" w14:textId="77777777" w:rsidR="00B74A51" w:rsidRPr="00B8518B" w:rsidRDefault="00B74A51" w:rsidP="00523EA7">
          <w:pPr>
            <w:pStyle w:val="Zpat"/>
            <w:rPr>
              <w:rStyle w:val="slostrnky"/>
            </w:rPr>
          </w:pPr>
        </w:p>
      </w:tc>
      <w:tc>
        <w:tcPr>
          <w:tcW w:w="3458" w:type="dxa"/>
          <w:shd w:val="clear" w:color="auto" w:fill="auto"/>
          <w:tcMar>
            <w:top w:w="57" w:type="dxa"/>
            <w:left w:w="0" w:type="dxa"/>
            <w:right w:w="0" w:type="dxa"/>
          </w:tcMar>
        </w:tcPr>
        <w:p w14:paraId="743F0C7F" w14:textId="77777777" w:rsidR="00B74A51" w:rsidRDefault="00B74A51" w:rsidP="00523EA7">
          <w:pPr>
            <w:pStyle w:val="Zpat"/>
          </w:pPr>
        </w:p>
      </w:tc>
      <w:tc>
        <w:tcPr>
          <w:tcW w:w="5698" w:type="dxa"/>
          <w:shd w:val="clear" w:color="auto" w:fill="auto"/>
          <w:tcMar>
            <w:top w:w="57" w:type="dxa"/>
            <w:left w:w="0" w:type="dxa"/>
            <w:right w:w="0" w:type="dxa"/>
          </w:tcMar>
        </w:tcPr>
        <w:p w14:paraId="31CF52A8" w14:textId="77777777" w:rsidR="00B74A51" w:rsidRPr="00D6163D" w:rsidRDefault="00B74A51" w:rsidP="00D6163D">
          <w:pPr>
            <w:pStyle w:val="Druhdokumentu"/>
          </w:pPr>
        </w:p>
      </w:tc>
    </w:tr>
  </w:tbl>
  <w:p w14:paraId="75C0D1DB" w14:textId="77777777" w:rsidR="00B74A51" w:rsidRPr="00D6163D" w:rsidRDefault="00B74A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4A51" w14:paraId="305FD5DB" w14:textId="77777777" w:rsidTr="00B22106">
      <w:trPr>
        <w:trHeight w:hRule="exact" w:val="936"/>
      </w:trPr>
      <w:tc>
        <w:tcPr>
          <w:tcW w:w="1361" w:type="dxa"/>
          <w:tcMar>
            <w:left w:w="0" w:type="dxa"/>
            <w:right w:w="0" w:type="dxa"/>
          </w:tcMar>
        </w:tcPr>
        <w:p w14:paraId="570B0069" w14:textId="77777777" w:rsidR="00B74A51" w:rsidRPr="00B8518B" w:rsidRDefault="00B74A51" w:rsidP="00FC6389">
          <w:pPr>
            <w:pStyle w:val="Zpat"/>
            <w:rPr>
              <w:rStyle w:val="slostrnky"/>
            </w:rPr>
          </w:pPr>
        </w:p>
      </w:tc>
      <w:tc>
        <w:tcPr>
          <w:tcW w:w="3458" w:type="dxa"/>
          <w:shd w:val="clear" w:color="auto" w:fill="auto"/>
          <w:tcMar>
            <w:left w:w="0" w:type="dxa"/>
            <w:right w:w="0" w:type="dxa"/>
          </w:tcMar>
        </w:tcPr>
        <w:p w14:paraId="5C1BA917" w14:textId="77777777" w:rsidR="00B74A51" w:rsidRDefault="00B74A51" w:rsidP="00FC6389">
          <w:pPr>
            <w:pStyle w:val="Zpat"/>
          </w:pPr>
        </w:p>
      </w:tc>
      <w:tc>
        <w:tcPr>
          <w:tcW w:w="5756" w:type="dxa"/>
          <w:shd w:val="clear" w:color="auto" w:fill="auto"/>
          <w:tcMar>
            <w:left w:w="0" w:type="dxa"/>
            <w:right w:w="0" w:type="dxa"/>
          </w:tcMar>
        </w:tcPr>
        <w:p w14:paraId="2C32B53E" w14:textId="77777777" w:rsidR="00B74A51" w:rsidRPr="00D6163D" w:rsidRDefault="00B74A51" w:rsidP="00FC6389">
          <w:pPr>
            <w:pStyle w:val="Druhdokumentu"/>
          </w:pPr>
        </w:p>
      </w:tc>
    </w:tr>
    <w:tr w:rsidR="00B74A51" w14:paraId="69F8D53D" w14:textId="77777777" w:rsidTr="00B22106">
      <w:trPr>
        <w:trHeight w:hRule="exact" w:val="936"/>
      </w:trPr>
      <w:tc>
        <w:tcPr>
          <w:tcW w:w="1361" w:type="dxa"/>
          <w:tcMar>
            <w:left w:w="0" w:type="dxa"/>
            <w:right w:w="0" w:type="dxa"/>
          </w:tcMar>
        </w:tcPr>
        <w:p w14:paraId="679BED3A" w14:textId="77777777" w:rsidR="00B74A51" w:rsidRPr="00B8518B" w:rsidRDefault="00B74A51" w:rsidP="00FC6389">
          <w:pPr>
            <w:pStyle w:val="Zpat"/>
            <w:rPr>
              <w:rStyle w:val="slostrnky"/>
            </w:rPr>
          </w:pPr>
        </w:p>
      </w:tc>
      <w:tc>
        <w:tcPr>
          <w:tcW w:w="3458" w:type="dxa"/>
          <w:shd w:val="clear" w:color="auto" w:fill="auto"/>
          <w:tcMar>
            <w:left w:w="0" w:type="dxa"/>
            <w:right w:w="0" w:type="dxa"/>
          </w:tcMar>
        </w:tcPr>
        <w:p w14:paraId="63E8AC86" w14:textId="77777777" w:rsidR="00B74A51" w:rsidRDefault="00B74A51" w:rsidP="00FC6389">
          <w:pPr>
            <w:pStyle w:val="Zpat"/>
          </w:pPr>
        </w:p>
      </w:tc>
      <w:tc>
        <w:tcPr>
          <w:tcW w:w="5756" w:type="dxa"/>
          <w:shd w:val="clear" w:color="auto" w:fill="auto"/>
          <w:tcMar>
            <w:left w:w="0" w:type="dxa"/>
            <w:right w:w="0" w:type="dxa"/>
          </w:tcMar>
        </w:tcPr>
        <w:p w14:paraId="702F8471" w14:textId="77777777" w:rsidR="00B74A51" w:rsidRPr="00D6163D" w:rsidRDefault="00B74A51" w:rsidP="00FC6389">
          <w:pPr>
            <w:pStyle w:val="Druhdokumentu"/>
          </w:pPr>
        </w:p>
      </w:tc>
    </w:tr>
  </w:tbl>
  <w:p w14:paraId="0A197E79" w14:textId="77777777" w:rsidR="00B74A51" w:rsidRPr="00D6163D" w:rsidRDefault="00B74A5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74A51" w:rsidRPr="00460660" w:rsidRDefault="00B74A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57"/>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C7EA1"/>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0ACD"/>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43C2"/>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2F95"/>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5C5"/>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3B66"/>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4861"/>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3A81"/>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29C1"/>
    <w:rsid w:val="006B395C"/>
    <w:rsid w:val="006B3D79"/>
    <w:rsid w:val="006B4050"/>
    <w:rsid w:val="006B6D9B"/>
    <w:rsid w:val="006B6FE4"/>
    <w:rsid w:val="006C04A0"/>
    <w:rsid w:val="006C0869"/>
    <w:rsid w:val="006C2343"/>
    <w:rsid w:val="006C442A"/>
    <w:rsid w:val="006C4AD3"/>
    <w:rsid w:val="006D34B2"/>
    <w:rsid w:val="006D36C4"/>
    <w:rsid w:val="006D585A"/>
    <w:rsid w:val="006E0578"/>
    <w:rsid w:val="006E314D"/>
    <w:rsid w:val="006E449B"/>
    <w:rsid w:val="006E49CB"/>
    <w:rsid w:val="006E6247"/>
    <w:rsid w:val="006E66E8"/>
    <w:rsid w:val="006F67BA"/>
    <w:rsid w:val="006F6B09"/>
    <w:rsid w:val="00700622"/>
    <w:rsid w:val="007038DC"/>
    <w:rsid w:val="00703EFD"/>
    <w:rsid w:val="007063D3"/>
    <w:rsid w:val="00706F4C"/>
    <w:rsid w:val="00710723"/>
    <w:rsid w:val="007134F3"/>
    <w:rsid w:val="00714AE8"/>
    <w:rsid w:val="00717771"/>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1427"/>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57EB"/>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3468"/>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0C6F"/>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639C"/>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46F1E"/>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5793"/>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4A51"/>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2D2D"/>
    <w:rsid w:val="00C9515F"/>
    <w:rsid w:val="00C95162"/>
    <w:rsid w:val="00C953AC"/>
    <w:rsid w:val="00CA2B3A"/>
    <w:rsid w:val="00CA50B8"/>
    <w:rsid w:val="00CA5932"/>
    <w:rsid w:val="00CB3151"/>
    <w:rsid w:val="00CB6A37"/>
    <w:rsid w:val="00CB7684"/>
    <w:rsid w:val="00CC4380"/>
    <w:rsid w:val="00CC566D"/>
    <w:rsid w:val="00CC7C8F"/>
    <w:rsid w:val="00CD0E50"/>
    <w:rsid w:val="00CD1FC4"/>
    <w:rsid w:val="00CD2B30"/>
    <w:rsid w:val="00CD2E13"/>
    <w:rsid w:val="00CD6826"/>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3C3A"/>
    <w:rsid w:val="00D65443"/>
    <w:rsid w:val="00D7784F"/>
    <w:rsid w:val="00D831A3"/>
    <w:rsid w:val="00D84986"/>
    <w:rsid w:val="00D91145"/>
    <w:rsid w:val="00D91EA6"/>
    <w:rsid w:val="00D9499B"/>
    <w:rsid w:val="00D96076"/>
    <w:rsid w:val="00D961D8"/>
    <w:rsid w:val="00D97BE3"/>
    <w:rsid w:val="00DA3711"/>
    <w:rsid w:val="00DA7205"/>
    <w:rsid w:val="00DB3EA2"/>
    <w:rsid w:val="00DB619A"/>
    <w:rsid w:val="00DC3174"/>
    <w:rsid w:val="00DC5C31"/>
    <w:rsid w:val="00DD0C7C"/>
    <w:rsid w:val="00DD46F3"/>
    <w:rsid w:val="00DD63D8"/>
    <w:rsid w:val="00DD7A41"/>
    <w:rsid w:val="00DD7F02"/>
    <w:rsid w:val="00DE0C9E"/>
    <w:rsid w:val="00DE51A5"/>
    <w:rsid w:val="00DE56F2"/>
    <w:rsid w:val="00DE76DB"/>
    <w:rsid w:val="00DF0B72"/>
    <w:rsid w:val="00DF116D"/>
    <w:rsid w:val="00DF2665"/>
    <w:rsid w:val="00DF3D87"/>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3534"/>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6341"/>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www.w3.org/XML/1998/namespace"/>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EEEC1DA-C511-4129-8887-E95D6603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40</Pages>
  <Words>17463</Words>
  <Characters>103034</Characters>
  <Application>Microsoft Office Word</Application>
  <DocSecurity>0</DocSecurity>
  <Lines>858</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2019-03-07T14:42:00Z</cp:lastPrinted>
  <dcterms:created xsi:type="dcterms:W3CDTF">2024-03-28T07:26:00Z</dcterms:created>
  <dcterms:modified xsi:type="dcterms:W3CDTF">2024-03-28T08:14:00Z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